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05B82" w14:textId="502199EE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D9388E">
        <w:rPr>
          <w:rFonts w:ascii="Times New Roman" w:hAnsi="Times New Roman"/>
          <w:b/>
          <w:bCs/>
          <w:sz w:val="24"/>
          <w:szCs w:val="24"/>
        </w:rPr>
        <w:tab/>
      </w:r>
      <w:r w:rsidRPr="00D9388E">
        <w:rPr>
          <w:rFonts w:ascii="Times New Roman" w:hAnsi="Times New Roman"/>
          <w:b/>
          <w:bCs/>
          <w:sz w:val="24"/>
          <w:szCs w:val="24"/>
        </w:rPr>
        <w:tab/>
      </w:r>
      <w:r w:rsidRPr="00D9388E">
        <w:rPr>
          <w:rFonts w:ascii="Times New Roman" w:hAnsi="Times New Roman"/>
          <w:b/>
          <w:bCs/>
          <w:sz w:val="24"/>
          <w:szCs w:val="24"/>
        </w:rPr>
        <w:tab/>
      </w:r>
      <w:r w:rsidRPr="00D9388E">
        <w:rPr>
          <w:rFonts w:ascii="Times New Roman" w:hAnsi="Times New Roman"/>
          <w:b/>
          <w:bCs/>
          <w:sz w:val="24"/>
          <w:szCs w:val="24"/>
        </w:rPr>
        <w:tab/>
      </w:r>
      <w:r w:rsidRPr="00D9388E">
        <w:rPr>
          <w:rFonts w:ascii="Times New Roman" w:hAnsi="Times New Roman"/>
          <w:b/>
          <w:bCs/>
          <w:sz w:val="24"/>
          <w:szCs w:val="24"/>
        </w:rPr>
        <w:tab/>
      </w:r>
      <w:r w:rsidR="00D8678B" w:rsidRPr="00D9388E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D9388E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D9388E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D9388E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D9388E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045AAD">
        <w:rPr>
          <w:rFonts w:ascii="Times New Roman" w:hAnsi="Times New Roman"/>
          <w:bCs/>
          <w:i/>
          <w:sz w:val="24"/>
          <w:szCs w:val="24"/>
        </w:rPr>
        <w:t>7/2023</w:t>
      </w:r>
    </w:p>
    <w:p w14:paraId="2593365C" w14:textId="77777777" w:rsidR="000F13C1" w:rsidRPr="00D9388E" w:rsidRDefault="000F13C1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1B9940BE" w14:textId="77777777" w:rsidR="0085747A" w:rsidRPr="0058721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7215">
        <w:rPr>
          <w:rFonts w:ascii="Corbel" w:hAnsi="Corbel"/>
          <w:b/>
          <w:smallCaps/>
          <w:sz w:val="24"/>
          <w:szCs w:val="24"/>
        </w:rPr>
        <w:t>SYLABUS</w:t>
      </w:r>
    </w:p>
    <w:p w14:paraId="615570EB" w14:textId="5233FC60" w:rsidR="0085747A" w:rsidRPr="0058721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87215">
        <w:rPr>
          <w:rFonts w:ascii="Corbel" w:hAnsi="Corbel"/>
          <w:b/>
          <w:smallCaps/>
          <w:sz w:val="24"/>
          <w:szCs w:val="24"/>
        </w:rPr>
        <w:t>dotyczy cyklu kształcenia</w:t>
      </w:r>
      <w:r w:rsidR="00045AAD" w:rsidRPr="00587215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587215">
        <w:rPr>
          <w:rFonts w:ascii="Corbel" w:hAnsi="Corbel"/>
          <w:b/>
          <w:smallCaps/>
          <w:sz w:val="24"/>
          <w:szCs w:val="24"/>
        </w:rPr>
        <w:t>202</w:t>
      </w:r>
      <w:r w:rsidR="00045AAD" w:rsidRPr="00587215">
        <w:rPr>
          <w:rFonts w:ascii="Corbel" w:hAnsi="Corbel"/>
          <w:b/>
          <w:smallCaps/>
          <w:sz w:val="24"/>
          <w:szCs w:val="24"/>
        </w:rPr>
        <w:t>4</w:t>
      </w:r>
      <w:r w:rsidR="00676A10" w:rsidRPr="00587215">
        <w:rPr>
          <w:rFonts w:ascii="Corbel" w:hAnsi="Corbel"/>
          <w:b/>
          <w:smallCaps/>
          <w:sz w:val="24"/>
          <w:szCs w:val="24"/>
        </w:rPr>
        <w:t>-</w:t>
      </w:r>
      <w:r w:rsidR="008F70AB" w:rsidRPr="00587215">
        <w:rPr>
          <w:rFonts w:ascii="Corbel" w:hAnsi="Corbel"/>
          <w:b/>
          <w:smallCaps/>
          <w:sz w:val="24"/>
          <w:szCs w:val="24"/>
        </w:rPr>
        <w:t>20</w:t>
      </w:r>
      <w:r w:rsidR="001F7DC8" w:rsidRPr="00587215">
        <w:rPr>
          <w:rFonts w:ascii="Corbel" w:hAnsi="Corbel"/>
          <w:b/>
          <w:smallCaps/>
          <w:sz w:val="24"/>
          <w:szCs w:val="24"/>
        </w:rPr>
        <w:t>2</w:t>
      </w:r>
      <w:r w:rsidR="00045AAD" w:rsidRPr="00587215">
        <w:rPr>
          <w:rFonts w:ascii="Corbel" w:hAnsi="Corbel"/>
          <w:b/>
          <w:smallCaps/>
          <w:sz w:val="24"/>
          <w:szCs w:val="24"/>
        </w:rPr>
        <w:t>9</w:t>
      </w:r>
    </w:p>
    <w:p w14:paraId="25D9D48B" w14:textId="77777777" w:rsidR="000F13C1" w:rsidRPr="00587215" w:rsidRDefault="000F13C1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0BBA4ED" w14:textId="254854A4" w:rsidR="0085747A" w:rsidRPr="00587215" w:rsidRDefault="00445970" w:rsidP="009B64F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587215">
        <w:rPr>
          <w:rFonts w:ascii="Corbel" w:hAnsi="Corbel"/>
          <w:sz w:val="24"/>
          <w:szCs w:val="24"/>
        </w:rPr>
        <w:t xml:space="preserve">Rok akademicki   </w:t>
      </w:r>
      <w:r w:rsidR="008927D9" w:rsidRPr="00587215">
        <w:rPr>
          <w:rFonts w:ascii="Corbel" w:hAnsi="Corbel"/>
          <w:sz w:val="24"/>
          <w:szCs w:val="24"/>
        </w:rPr>
        <w:t>20</w:t>
      </w:r>
      <w:r w:rsidR="007849AE" w:rsidRPr="00587215">
        <w:rPr>
          <w:rFonts w:ascii="Corbel" w:hAnsi="Corbel"/>
          <w:sz w:val="24"/>
          <w:szCs w:val="24"/>
        </w:rPr>
        <w:t>2</w:t>
      </w:r>
      <w:r w:rsidR="00045AAD" w:rsidRPr="00587215">
        <w:rPr>
          <w:rFonts w:ascii="Corbel" w:hAnsi="Corbel"/>
          <w:sz w:val="24"/>
          <w:szCs w:val="24"/>
        </w:rPr>
        <w:t>8</w:t>
      </w:r>
      <w:r w:rsidR="009B64F2" w:rsidRPr="00587215">
        <w:rPr>
          <w:rFonts w:ascii="Corbel" w:hAnsi="Corbel"/>
          <w:sz w:val="24"/>
          <w:szCs w:val="24"/>
        </w:rPr>
        <w:t>-</w:t>
      </w:r>
      <w:r w:rsidR="008927D9" w:rsidRPr="00587215">
        <w:rPr>
          <w:rFonts w:ascii="Corbel" w:hAnsi="Corbel"/>
          <w:sz w:val="24"/>
          <w:szCs w:val="24"/>
        </w:rPr>
        <w:t>202</w:t>
      </w:r>
      <w:r w:rsidR="00045AAD" w:rsidRPr="00587215">
        <w:rPr>
          <w:rFonts w:ascii="Corbel" w:hAnsi="Corbel"/>
          <w:sz w:val="24"/>
          <w:szCs w:val="24"/>
        </w:rPr>
        <w:t>9</w:t>
      </w:r>
    </w:p>
    <w:p w14:paraId="29B2D611" w14:textId="77777777" w:rsidR="008927D9" w:rsidRPr="00587215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CCB05F8" w14:textId="77777777" w:rsidR="0085747A" w:rsidRPr="0058721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7215">
        <w:rPr>
          <w:rFonts w:ascii="Corbel" w:hAnsi="Corbel"/>
          <w:szCs w:val="24"/>
        </w:rPr>
        <w:t xml:space="preserve">1. </w:t>
      </w:r>
      <w:r w:rsidR="0085747A" w:rsidRPr="00587215">
        <w:rPr>
          <w:rFonts w:ascii="Corbel" w:hAnsi="Corbel"/>
          <w:szCs w:val="24"/>
        </w:rPr>
        <w:t xml:space="preserve">Podstawowe </w:t>
      </w:r>
      <w:r w:rsidR="00445970" w:rsidRPr="0058721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D5B29" w:rsidRPr="00587215" w14:paraId="3F0A6E5F" w14:textId="77777777" w:rsidTr="00B819C8">
        <w:tc>
          <w:tcPr>
            <w:tcW w:w="2694" w:type="dxa"/>
            <w:vAlign w:val="center"/>
          </w:tcPr>
          <w:p w14:paraId="23B0D2FD" w14:textId="77777777" w:rsidR="0085747A" w:rsidRPr="005872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9AE9DC" w14:textId="77777777" w:rsidR="0085747A" w:rsidRPr="00587215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587215">
              <w:rPr>
                <w:rFonts w:ascii="Corbel" w:hAnsi="Corbel"/>
                <w:color w:val="auto"/>
                <w:sz w:val="24"/>
                <w:szCs w:val="24"/>
              </w:rPr>
              <w:t xml:space="preserve">Psychologia </w:t>
            </w:r>
            <w:r w:rsidR="00E74605" w:rsidRPr="00587215">
              <w:rPr>
                <w:rFonts w:ascii="Corbel" w:hAnsi="Corbel"/>
                <w:color w:val="auto"/>
                <w:sz w:val="24"/>
                <w:szCs w:val="24"/>
              </w:rPr>
              <w:t>i socjologia polityki</w:t>
            </w:r>
          </w:p>
        </w:tc>
      </w:tr>
      <w:tr w:rsidR="00BD5B29" w:rsidRPr="00587215" w14:paraId="537FCEB3" w14:textId="77777777" w:rsidTr="00B819C8">
        <w:tc>
          <w:tcPr>
            <w:tcW w:w="2694" w:type="dxa"/>
            <w:vAlign w:val="center"/>
          </w:tcPr>
          <w:p w14:paraId="0E38F700" w14:textId="77777777" w:rsidR="0085747A" w:rsidRPr="0058721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721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86F3A" w14:textId="77777777" w:rsidR="0085747A" w:rsidRPr="0058721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D5B29" w:rsidRPr="00587215" w14:paraId="1291FFFE" w14:textId="77777777" w:rsidTr="00B819C8">
        <w:tc>
          <w:tcPr>
            <w:tcW w:w="2694" w:type="dxa"/>
            <w:vAlign w:val="center"/>
          </w:tcPr>
          <w:p w14:paraId="69297F91" w14:textId="77777777" w:rsidR="0085747A" w:rsidRPr="00587215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N</w:t>
            </w:r>
            <w:r w:rsidR="0085747A" w:rsidRPr="0058721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721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0FD602" w14:textId="77777777" w:rsidR="0085747A" w:rsidRPr="00587215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D5B29" w:rsidRPr="00587215" w14:paraId="027C0E8A" w14:textId="77777777" w:rsidTr="00B819C8">
        <w:tc>
          <w:tcPr>
            <w:tcW w:w="2694" w:type="dxa"/>
            <w:vAlign w:val="center"/>
          </w:tcPr>
          <w:p w14:paraId="06167118" w14:textId="77777777" w:rsidR="0085747A" w:rsidRPr="005872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FD5394" w14:textId="6BA3F51D" w:rsidR="0085747A" w:rsidRPr="00587215" w:rsidRDefault="00045A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="00B04845">
              <w:rPr>
                <w:rFonts w:ascii="Corbel" w:hAnsi="Corbel"/>
                <w:b w:val="0"/>
                <w:color w:val="auto"/>
                <w:sz w:val="24"/>
                <w:szCs w:val="24"/>
              </w:rPr>
              <w:t>Nauk o Polityce</w:t>
            </w:r>
          </w:p>
        </w:tc>
      </w:tr>
      <w:tr w:rsidR="00BD5B29" w:rsidRPr="00587215" w14:paraId="112E3CDA" w14:textId="77777777" w:rsidTr="00B819C8">
        <w:tc>
          <w:tcPr>
            <w:tcW w:w="2694" w:type="dxa"/>
            <w:vAlign w:val="center"/>
          </w:tcPr>
          <w:p w14:paraId="6C467954" w14:textId="77777777" w:rsidR="0085747A" w:rsidRPr="005872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A98A5F" w14:textId="77777777" w:rsidR="0085747A" w:rsidRPr="00587215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7849AE"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BD5B29" w:rsidRPr="00587215" w14:paraId="382B7186" w14:textId="77777777" w:rsidTr="00B819C8">
        <w:tc>
          <w:tcPr>
            <w:tcW w:w="2694" w:type="dxa"/>
            <w:vAlign w:val="center"/>
          </w:tcPr>
          <w:p w14:paraId="35E11E9C" w14:textId="77777777" w:rsidR="0085747A" w:rsidRPr="0058721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00EFB" w14:textId="1AA8FB8F" w:rsidR="0085747A" w:rsidRPr="00587215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180354"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BD5B29" w:rsidRPr="00587215" w14:paraId="3EBEB274" w14:textId="77777777" w:rsidTr="00B819C8">
        <w:tc>
          <w:tcPr>
            <w:tcW w:w="2694" w:type="dxa"/>
            <w:vAlign w:val="center"/>
          </w:tcPr>
          <w:p w14:paraId="75AF0050" w14:textId="77777777" w:rsidR="0085747A" w:rsidRPr="005872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ABE6B6" w14:textId="77777777" w:rsidR="0085747A" w:rsidRPr="00587215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BD5B29" w:rsidRPr="00587215" w14:paraId="2A9FD58E" w14:textId="77777777" w:rsidTr="00B819C8">
        <w:tc>
          <w:tcPr>
            <w:tcW w:w="2694" w:type="dxa"/>
            <w:vAlign w:val="center"/>
          </w:tcPr>
          <w:p w14:paraId="34D0D9EB" w14:textId="77777777" w:rsidR="0085747A" w:rsidRPr="005872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44D4AD" w14:textId="77777777" w:rsidR="0085747A" w:rsidRPr="00587215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70AB"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91194"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D5B29" w:rsidRPr="00587215" w14:paraId="2EEF1E71" w14:textId="77777777" w:rsidTr="00B819C8">
        <w:tc>
          <w:tcPr>
            <w:tcW w:w="2694" w:type="dxa"/>
            <w:vAlign w:val="center"/>
          </w:tcPr>
          <w:p w14:paraId="50D060DB" w14:textId="77777777" w:rsidR="0085747A" w:rsidRPr="005872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7215">
              <w:rPr>
                <w:rFonts w:ascii="Corbel" w:hAnsi="Corbel"/>
                <w:sz w:val="24"/>
                <w:szCs w:val="24"/>
              </w:rPr>
              <w:t>/y</w:t>
            </w:r>
            <w:r w:rsidRPr="0058721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209B35" w14:textId="77777777" w:rsidR="0085747A" w:rsidRPr="00587215" w:rsidRDefault="009B64F2" w:rsidP="009B64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V r</w:t>
            </w:r>
            <w:r w:rsidR="007A5260"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ok, semestr</w:t>
            </w:r>
            <w:r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10</w:t>
            </w:r>
          </w:p>
        </w:tc>
      </w:tr>
      <w:tr w:rsidR="00BD5B29" w:rsidRPr="00587215" w14:paraId="6E4DA9D4" w14:textId="77777777" w:rsidTr="00B819C8">
        <w:tc>
          <w:tcPr>
            <w:tcW w:w="2694" w:type="dxa"/>
            <w:vAlign w:val="center"/>
          </w:tcPr>
          <w:p w14:paraId="266F94E4" w14:textId="77777777" w:rsidR="0085747A" w:rsidRPr="005872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AFBF61" w14:textId="77777777" w:rsidR="0085747A" w:rsidRPr="00587215" w:rsidRDefault="009B6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przedmiot kształcenia </w:t>
            </w:r>
            <w:r w:rsidR="008F03B0"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k</w:t>
            </w:r>
            <w:r w:rsidR="008F70AB"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ierunkow</w:t>
            </w:r>
            <w:r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ego</w:t>
            </w:r>
          </w:p>
        </w:tc>
      </w:tr>
      <w:tr w:rsidR="00BD5B29" w:rsidRPr="00587215" w14:paraId="178E7D6C" w14:textId="77777777" w:rsidTr="00B819C8">
        <w:tc>
          <w:tcPr>
            <w:tcW w:w="2694" w:type="dxa"/>
            <w:vAlign w:val="center"/>
          </w:tcPr>
          <w:p w14:paraId="34790FB2" w14:textId="77777777" w:rsidR="00923D7D" w:rsidRPr="0058721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5BE5E0" w14:textId="77777777" w:rsidR="00923D7D" w:rsidRPr="00587215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70AB"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D5B29" w:rsidRPr="00587215" w14:paraId="3FD17D56" w14:textId="77777777" w:rsidTr="00B819C8">
        <w:tc>
          <w:tcPr>
            <w:tcW w:w="2694" w:type="dxa"/>
            <w:vAlign w:val="center"/>
          </w:tcPr>
          <w:p w14:paraId="506E50CE" w14:textId="77777777" w:rsidR="0085747A" w:rsidRPr="005872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1ECDFF" w14:textId="5EB00A79" w:rsidR="0085747A" w:rsidRPr="00587215" w:rsidRDefault="004C0E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Siewierska</w:t>
            </w:r>
            <w:r w:rsidR="000F13C1"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, p</w:t>
            </w:r>
            <w:r w:rsidR="00A35E02"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</w:t>
            </w:r>
          </w:p>
        </w:tc>
      </w:tr>
      <w:tr w:rsidR="00BD5B29" w:rsidRPr="00587215" w14:paraId="39EF7A23" w14:textId="77777777" w:rsidTr="00B819C8">
        <w:tc>
          <w:tcPr>
            <w:tcW w:w="2694" w:type="dxa"/>
            <w:vAlign w:val="center"/>
          </w:tcPr>
          <w:p w14:paraId="62C233F1" w14:textId="77777777" w:rsidR="0085747A" w:rsidRPr="0058721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4F8D60" w14:textId="2389FBD4" w:rsidR="0085747A" w:rsidRPr="00587215" w:rsidRDefault="004C0E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Siewierska</w:t>
            </w:r>
            <w:r w:rsidR="000F13C1"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, p</w:t>
            </w:r>
            <w:r w:rsidR="00863227" w:rsidRPr="00587215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</w:t>
            </w:r>
          </w:p>
        </w:tc>
      </w:tr>
    </w:tbl>
    <w:p w14:paraId="332D5786" w14:textId="7FD4CFB1" w:rsidR="0085747A" w:rsidRPr="0058721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7215">
        <w:rPr>
          <w:rFonts w:ascii="Corbel" w:hAnsi="Corbel"/>
          <w:sz w:val="24"/>
          <w:szCs w:val="24"/>
        </w:rPr>
        <w:t xml:space="preserve">* </w:t>
      </w:r>
      <w:r w:rsidRPr="00587215">
        <w:rPr>
          <w:rFonts w:ascii="Corbel" w:hAnsi="Corbel"/>
          <w:i/>
          <w:sz w:val="24"/>
          <w:szCs w:val="24"/>
        </w:rPr>
        <w:t>-</w:t>
      </w:r>
      <w:r w:rsidR="00180354" w:rsidRPr="00587215">
        <w:rPr>
          <w:rFonts w:ascii="Corbel" w:hAnsi="Corbel"/>
          <w:i/>
          <w:sz w:val="24"/>
          <w:szCs w:val="24"/>
        </w:rPr>
        <w:t xml:space="preserve"> </w:t>
      </w:r>
      <w:r w:rsidR="00B90885" w:rsidRPr="0058721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7215">
        <w:rPr>
          <w:rFonts w:ascii="Corbel" w:hAnsi="Corbel"/>
          <w:b w:val="0"/>
          <w:sz w:val="24"/>
          <w:szCs w:val="24"/>
        </w:rPr>
        <w:t>e,</w:t>
      </w:r>
      <w:r w:rsidR="00180354" w:rsidRPr="00587215">
        <w:rPr>
          <w:rFonts w:ascii="Corbel" w:hAnsi="Corbel"/>
          <w:b w:val="0"/>
          <w:sz w:val="24"/>
          <w:szCs w:val="24"/>
        </w:rPr>
        <w:t xml:space="preserve"> </w:t>
      </w:r>
      <w:r w:rsidR="000F13C1" w:rsidRPr="00587215">
        <w:rPr>
          <w:rFonts w:ascii="Corbel" w:hAnsi="Corbel"/>
          <w:b w:val="0"/>
          <w:i/>
          <w:sz w:val="24"/>
          <w:szCs w:val="24"/>
        </w:rPr>
        <w:t>zgod</w:t>
      </w:r>
      <w:r w:rsidRPr="00587215">
        <w:rPr>
          <w:rFonts w:ascii="Corbel" w:hAnsi="Corbel"/>
          <w:b w:val="0"/>
          <w:i/>
          <w:sz w:val="24"/>
          <w:szCs w:val="24"/>
        </w:rPr>
        <w:t xml:space="preserve">nie z ustaleniami </w:t>
      </w:r>
      <w:r w:rsidR="00B90885" w:rsidRPr="00587215">
        <w:rPr>
          <w:rFonts w:ascii="Corbel" w:hAnsi="Corbel"/>
          <w:b w:val="0"/>
          <w:i/>
          <w:sz w:val="24"/>
          <w:szCs w:val="24"/>
        </w:rPr>
        <w:t>w Jednostce</w:t>
      </w:r>
    </w:p>
    <w:p w14:paraId="6D837C1B" w14:textId="77777777" w:rsidR="00923D7D" w:rsidRPr="0058721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3CFC23" w14:textId="77777777" w:rsidR="00923D7D" w:rsidRPr="00587215" w:rsidRDefault="0085747A" w:rsidP="000F13C1">
      <w:pPr>
        <w:pStyle w:val="Podpunkty"/>
        <w:ind w:left="284"/>
        <w:rPr>
          <w:rFonts w:ascii="Corbel" w:hAnsi="Corbel"/>
          <w:sz w:val="24"/>
          <w:szCs w:val="24"/>
        </w:rPr>
      </w:pPr>
      <w:r w:rsidRPr="00587215">
        <w:rPr>
          <w:rFonts w:ascii="Corbel" w:hAnsi="Corbel"/>
          <w:sz w:val="24"/>
          <w:szCs w:val="24"/>
        </w:rPr>
        <w:t>1.</w:t>
      </w:r>
      <w:r w:rsidR="00E22FBC" w:rsidRPr="00587215">
        <w:rPr>
          <w:rFonts w:ascii="Corbel" w:hAnsi="Corbel"/>
          <w:sz w:val="24"/>
          <w:szCs w:val="24"/>
        </w:rPr>
        <w:t>1</w:t>
      </w:r>
      <w:r w:rsidRPr="0058721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BD5B29" w:rsidRPr="00587215" w14:paraId="7485998F" w14:textId="77777777" w:rsidTr="00D9388E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ACF3" w14:textId="77777777" w:rsidR="00015B8F" w:rsidRPr="005872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215">
              <w:rPr>
                <w:rFonts w:ascii="Corbel" w:hAnsi="Corbel"/>
                <w:szCs w:val="24"/>
              </w:rPr>
              <w:t>Semestr</w:t>
            </w:r>
          </w:p>
          <w:p w14:paraId="03749EC7" w14:textId="77777777" w:rsidR="00015B8F" w:rsidRPr="005872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215">
              <w:rPr>
                <w:rFonts w:ascii="Corbel" w:hAnsi="Corbel"/>
                <w:szCs w:val="24"/>
              </w:rPr>
              <w:t>(</w:t>
            </w:r>
            <w:r w:rsidR="00363F78" w:rsidRPr="005872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EA1F" w14:textId="77777777" w:rsidR="00015B8F" w:rsidRPr="005872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21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7915" w14:textId="77777777" w:rsidR="00015B8F" w:rsidRPr="005872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2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01F5" w14:textId="77777777" w:rsidR="00015B8F" w:rsidRPr="005872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21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DA10" w14:textId="77777777" w:rsidR="00015B8F" w:rsidRPr="005872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2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6B49" w14:textId="77777777" w:rsidR="00015B8F" w:rsidRPr="005872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21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C9056" w14:textId="77777777" w:rsidR="00015B8F" w:rsidRPr="005872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2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EB4B" w14:textId="77777777" w:rsidR="00015B8F" w:rsidRPr="005872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21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4AA1" w14:textId="77777777" w:rsidR="00015B8F" w:rsidRPr="005872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2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FC6AD" w14:textId="77777777" w:rsidR="00015B8F" w:rsidRPr="005872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7215">
              <w:rPr>
                <w:rFonts w:ascii="Corbel" w:hAnsi="Corbel"/>
                <w:b/>
                <w:szCs w:val="24"/>
              </w:rPr>
              <w:t>Liczba pkt</w:t>
            </w:r>
            <w:r w:rsidR="00B90885" w:rsidRPr="00587215">
              <w:rPr>
                <w:rFonts w:ascii="Corbel" w:hAnsi="Corbel"/>
                <w:b/>
                <w:szCs w:val="24"/>
              </w:rPr>
              <w:t>.</w:t>
            </w:r>
            <w:r w:rsidRPr="0058721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D5B29" w:rsidRPr="00587215" w14:paraId="58FC83F0" w14:textId="77777777" w:rsidTr="003D625B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046D" w14:textId="77777777" w:rsidR="00015B8F" w:rsidRPr="00587215" w:rsidRDefault="009B64F2" w:rsidP="003D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9EA4" w14:textId="77777777" w:rsidR="00015B8F" w:rsidRPr="00587215" w:rsidRDefault="00D92086" w:rsidP="003D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D9A4" w14:textId="77777777" w:rsidR="00015B8F" w:rsidRPr="00587215" w:rsidRDefault="00015B8F" w:rsidP="003D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16D0" w14:textId="77777777" w:rsidR="00015B8F" w:rsidRPr="00587215" w:rsidRDefault="00015B8F" w:rsidP="003D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DFD0" w14:textId="77777777" w:rsidR="00015B8F" w:rsidRPr="00587215" w:rsidRDefault="00015B8F" w:rsidP="003D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F585" w14:textId="77777777" w:rsidR="00015B8F" w:rsidRPr="00587215" w:rsidRDefault="00015B8F" w:rsidP="003D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C9AF" w14:textId="77777777" w:rsidR="00015B8F" w:rsidRPr="00587215" w:rsidRDefault="00015B8F" w:rsidP="003D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F44D" w14:textId="77777777" w:rsidR="00015B8F" w:rsidRPr="00587215" w:rsidRDefault="00015B8F" w:rsidP="003D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EA84" w14:textId="77777777" w:rsidR="00015B8F" w:rsidRPr="00587215" w:rsidRDefault="00015B8F" w:rsidP="003D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9ACD" w14:textId="77777777" w:rsidR="00015B8F" w:rsidRPr="00587215" w:rsidRDefault="00A35E02" w:rsidP="003D62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E6361" w14:textId="77777777" w:rsidR="00923D7D" w:rsidRPr="0058721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176E3C" w14:textId="77777777" w:rsidR="00923D7D" w:rsidRPr="0058721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ECC027" w14:textId="77777777" w:rsidR="0085747A" w:rsidRPr="0058721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7215">
        <w:rPr>
          <w:rFonts w:ascii="Corbel" w:hAnsi="Corbel"/>
          <w:smallCaps w:val="0"/>
          <w:szCs w:val="24"/>
        </w:rPr>
        <w:t>1.</w:t>
      </w:r>
      <w:r w:rsidR="00E22FBC" w:rsidRPr="00587215">
        <w:rPr>
          <w:rFonts w:ascii="Corbel" w:hAnsi="Corbel"/>
          <w:smallCaps w:val="0"/>
          <w:szCs w:val="24"/>
        </w:rPr>
        <w:t>2</w:t>
      </w:r>
      <w:r w:rsidR="00F83B28" w:rsidRPr="00587215">
        <w:rPr>
          <w:rFonts w:ascii="Corbel" w:hAnsi="Corbel"/>
          <w:smallCaps w:val="0"/>
          <w:szCs w:val="24"/>
        </w:rPr>
        <w:t>.</w:t>
      </w:r>
      <w:r w:rsidR="00F83B28" w:rsidRPr="00587215">
        <w:rPr>
          <w:rFonts w:ascii="Corbel" w:hAnsi="Corbel"/>
          <w:smallCaps w:val="0"/>
          <w:szCs w:val="24"/>
        </w:rPr>
        <w:tab/>
      </w:r>
      <w:r w:rsidRPr="00587215">
        <w:rPr>
          <w:rFonts w:ascii="Corbel" w:hAnsi="Corbel"/>
          <w:smallCaps w:val="0"/>
          <w:szCs w:val="24"/>
        </w:rPr>
        <w:t xml:space="preserve">Sposób realizacji zajęć  </w:t>
      </w:r>
    </w:p>
    <w:p w14:paraId="70944F2A" w14:textId="77777777" w:rsidR="0085747A" w:rsidRPr="00587215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87215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587215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E25335D" w14:textId="77777777" w:rsidR="0085747A" w:rsidRPr="0058721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30373A" w14:textId="42F5D3DA" w:rsidR="007916D1" w:rsidRPr="00587215" w:rsidRDefault="00E22FBC" w:rsidP="000F13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87215">
        <w:rPr>
          <w:rFonts w:ascii="Corbel" w:hAnsi="Corbel"/>
          <w:smallCaps w:val="0"/>
          <w:szCs w:val="24"/>
        </w:rPr>
        <w:t xml:space="preserve">1.3 </w:t>
      </w:r>
      <w:r w:rsidR="00F83B28" w:rsidRPr="00587215">
        <w:rPr>
          <w:rFonts w:ascii="Corbel" w:hAnsi="Corbel"/>
          <w:smallCaps w:val="0"/>
          <w:szCs w:val="24"/>
        </w:rPr>
        <w:tab/>
      </w:r>
      <w:r w:rsidRPr="00587215">
        <w:rPr>
          <w:rFonts w:ascii="Corbel" w:hAnsi="Corbel"/>
          <w:smallCaps w:val="0"/>
          <w:szCs w:val="24"/>
        </w:rPr>
        <w:t>For</w:t>
      </w:r>
      <w:r w:rsidR="00445970" w:rsidRPr="00587215">
        <w:rPr>
          <w:rFonts w:ascii="Corbel" w:hAnsi="Corbel"/>
          <w:smallCaps w:val="0"/>
          <w:szCs w:val="24"/>
        </w:rPr>
        <w:t xml:space="preserve">ma zaliczenia przedmiotu </w:t>
      </w:r>
      <w:r w:rsidR="000F13C1" w:rsidRPr="00587215">
        <w:rPr>
          <w:rFonts w:ascii="Corbel" w:hAnsi="Corbel"/>
          <w:smallCaps w:val="0"/>
          <w:szCs w:val="24"/>
        </w:rPr>
        <w:t xml:space="preserve">(z toku): </w:t>
      </w:r>
      <w:r w:rsidR="00180354" w:rsidRPr="00587215">
        <w:rPr>
          <w:rFonts w:ascii="Corbel" w:hAnsi="Corbel"/>
          <w:b w:val="0"/>
          <w:smallCaps w:val="0"/>
          <w:szCs w:val="24"/>
        </w:rPr>
        <w:t>z</w:t>
      </w:r>
      <w:r w:rsidR="00A35E02" w:rsidRPr="00587215">
        <w:rPr>
          <w:rFonts w:ascii="Corbel" w:hAnsi="Corbel"/>
          <w:b w:val="0"/>
          <w:smallCaps w:val="0"/>
          <w:szCs w:val="24"/>
        </w:rPr>
        <w:t>aliczenie</w:t>
      </w:r>
      <w:r w:rsidR="009B64F2" w:rsidRPr="00587215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18C367A4" w14:textId="77777777" w:rsidR="00E960BB" w:rsidRPr="0058721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6BC191" w14:textId="77777777" w:rsidR="003D625B" w:rsidRPr="0058721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72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7215" w14:paraId="29394F3C" w14:textId="77777777" w:rsidTr="00745302">
        <w:tc>
          <w:tcPr>
            <w:tcW w:w="9670" w:type="dxa"/>
          </w:tcPr>
          <w:p w14:paraId="0FED99FE" w14:textId="6BCD2178" w:rsidR="0085747A" w:rsidRPr="00587215" w:rsidRDefault="00863227" w:rsidP="00D938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Wiedza z zakresu psychologii społecznej i socjologii</w:t>
            </w:r>
            <w:r w:rsidR="00180354"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6A17FD9" w14:textId="77777777" w:rsidR="003D625B" w:rsidRPr="00587215" w:rsidRDefault="003D625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B27382" w14:textId="77777777" w:rsidR="003D625B" w:rsidRPr="00587215" w:rsidRDefault="0071620A" w:rsidP="003D625B">
      <w:pPr>
        <w:pStyle w:val="Punktygwne"/>
        <w:spacing w:before="0" w:after="0"/>
        <w:rPr>
          <w:rFonts w:ascii="Corbel" w:hAnsi="Corbel"/>
          <w:szCs w:val="24"/>
        </w:rPr>
      </w:pPr>
      <w:r w:rsidRPr="00587215">
        <w:rPr>
          <w:rFonts w:ascii="Corbel" w:hAnsi="Corbel"/>
          <w:szCs w:val="24"/>
        </w:rPr>
        <w:t>3.</w:t>
      </w:r>
      <w:r w:rsidR="00A84C85" w:rsidRPr="00587215">
        <w:rPr>
          <w:rFonts w:ascii="Corbel" w:hAnsi="Corbel"/>
          <w:szCs w:val="24"/>
        </w:rPr>
        <w:t>cele, efekty uczenia się</w:t>
      </w:r>
      <w:r w:rsidR="0085747A" w:rsidRPr="00587215">
        <w:rPr>
          <w:rFonts w:ascii="Corbel" w:hAnsi="Corbel"/>
          <w:szCs w:val="24"/>
        </w:rPr>
        <w:t>, treści Programowe i stosowane metody Dydaktyczne</w:t>
      </w:r>
    </w:p>
    <w:p w14:paraId="75062D99" w14:textId="77777777" w:rsidR="009B64F2" w:rsidRPr="00587215" w:rsidRDefault="009B64F2" w:rsidP="003D625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102B97" w14:textId="77777777" w:rsidR="0085747A" w:rsidRPr="0058721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87215">
        <w:rPr>
          <w:rFonts w:ascii="Corbel" w:hAnsi="Corbel"/>
          <w:sz w:val="24"/>
          <w:szCs w:val="24"/>
        </w:rPr>
        <w:t xml:space="preserve">3.1 </w:t>
      </w:r>
      <w:r w:rsidR="00C05F44" w:rsidRPr="00587215">
        <w:rPr>
          <w:rFonts w:ascii="Corbel" w:hAnsi="Corbel"/>
          <w:sz w:val="24"/>
          <w:szCs w:val="24"/>
        </w:rPr>
        <w:t>Cele przedmiotu</w:t>
      </w:r>
    </w:p>
    <w:p w14:paraId="4C64EDA3" w14:textId="77777777" w:rsidR="00D35B76" w:rsidRPr="00587215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BD5B29" w:rsidRPr="00587215" w14:paraId="42A794DA" w14:textId="77777777" w:rsidTr="00D3212A">
        <w:tc>
          <w:tcPr>
            <w:tcW w:w="672" w:type="dxa"/>
            <w:vAlign w:val="center"/>
          </w:tcPr>
          <w:p w14:paraId="56FD5F61" w14:textId="77777777" w:rsidR="00D35B76" w:rsidRPr="00587215" w:rsidRDefault="00D35B76" w:rsidP="005872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7215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956" w:type="dxa"/>
            <w:vAlign w:val="center"/>
          </w:tcPr>
          <w:p w14:paraId="5140EBEC" w14:textId="30BBCBBC" w:rsidR="00D35B76" w:rsidRPr="00587215" w:rsidRDefault="00265AA0" w:rsidP="00086CB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587215">
              <w:rPr>
                <w:rFonts w:ascii="Corbel" w:hAnsi="Corbel"/>
                <w:bCs/>
                <w:sz w:val="24"/>
                <w:szCs w:val="24"/>
              </w:rPr>
              <w:t>Na</w:t>
            </w:r>
            <w:r w:rsidR="00086CB8" w:rsidRPr="00587215">
              <w:rPr>
                <w:rFonts w:ascii="Corbel" w:hAnsi="Corbel"/>
                <w:bCs/>
                <w:sz w:val="24"/>
                <w:szCs w:val="24"/>
              </w:rPr>
              <w:t xml:space="preserve">bycie przez studentów wiedzy w zakresie psychologicznych </w:t>
            </w:r>
            <w:r w:rsidRPr="00587215">
              <w:rPr>
                <w:rFonts w:ascii="Corbel" w:hAnsi="Corbel"/>
                <w:bCs/>
                <w:sz w:val="24"/>
                <w:szCs w:val="24"/>
              </w:rPr>
              <w:t xml:space="preserve">i socjologicznych </w:t>
            </w:r>
            <w:r w:rsidR="00086CB8" w:rsidRPr="00587215">
              <w:rPr>
                <w:rFonts w:ascii="Corbel" w:hAnsi="Corbel"/>
                <w:bCs/>
                <w:sz w:val="24"/>
                <w:szCs w:val="24"/>
              </w:rPr>
              <w:t>uwarunkowań</w:t>
            </w:r>
            <w:r w:rsidR="00180354" w:rsidRPr="0058721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086CB8" w:rsidRPr="00587215">
              <w:rPr>
                <w:rFonts w:ascii="Corbel" w:hAnsi="Corbel"/>
                <w:bCs/>
                <w:sz w:val="24"/>
                <w:szCs w:val="24"/>
              </w:rPr>
              <w:t xml:space="preserve">procesów </w:t>
            </w:r>
            <w:r w:rsidR="0061516F" w:rsidRPr="00587215">
              <w:rPr>
                <w:rFonts w:ascii="Corbel" w:hAnsi="Corbel"/>
                <w:bCs/>
                <w:sz w:val="24"/>
                <w:szCs w:val="24"/>
              </w:rPr>
              <w:t>i zachowań politycznych.</w:t>
            </w:r>
          </w:p>
        </w:tc>
      </w:tr>
      <w:tr w:rsidR="00BD5B29" w:rsidRPr="00587215" w14:paraId="4463CFCF" w14:textId="77777777" w:rsidTr="00D3212A">
        <w:tc>
          <w:tcPr>
            <w:tcW w:w="672" w:type="dxa"/>
            <w:vAlign w:val="center"/>
          </w:tcPr>
          <w:p w14:paraId="32063A0D" w14:textId="77777777" w:rsidR="00D35B76" w:rsidRPr="00587215" w:rsidRDefault="00D35B76" w:rsidP="005872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3EDC9CF" w14:textId="77777777" w:rsidR="00D35B76" w:rsidRPr="00587215" w:rsidRDefault="0061516F" w:rsidP="0061516F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587215">
              <w:rPr>
                <w:rFonts w:ascii="Corbel" w:hAnsi="Corbel"/>
                <w:bCs/>
                <w:sz w:val="24"/>
                <w:szCs w:val="24"/>
              </w:rPr>
              <w:t>Nabycie przez studentów umiejętności analizowania zjawisk</w:t>
            </w:r>
            <w:r w:rsidR="00DC2655" w:rsidRPr="00587215">
              <w:rPr>
                <w:rFonts w:ascii="Corbel" w:hAnsi="Corbel"/>
                <w:bCs/>
                <w:sz w:val="24"/>
                <w:szCs w:val="24"/>
              </w:rPr>
              <w:t xml:space="preserve"> i zachowań</w:t>
            </w:r>
            <w:r w:rsidRPr="00587215">
              <w:rPr>
                <w:rFonts w:ascii="Corbel" w:hAnsi="Corbel"/>
                <w:bCs/>
                <w:sz w:val="24"/>
                <w:szCs w:val="24"/>
              </w:rPr>
              <w:t xml:space="preserve"> politycznych z perspektywy psychologii</w:t>
            </w:r>
            <w:r w:rsidR="00DC2655" w:rsidRPr="00587215">
              <w:rPr>
                <w:rFonts w:ascii="Corbel" w:hAnsi="Corbel"/>
                <w:bCs/>
                <w:sz w:val="24"/>
                <w:szCs w:val="24"/>
              </w:rPr>
              <w:t xml:space="preserve"> społecznej</w:t>
            </w:r>
            <w:r w:rsidR="00644121" w:rsidRPr="00587215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BD5B29" w:rsidRPr="00587215" w14:paraId="2809E90D" w14:textId="77777777" w:rsidTr="00D3212A">
        <w:tc>
          <w:tcPr>
            <w:tcW w:w="672" w:type="dxa"/>
            <w:vAlign w:val="center"/>
          </w:tcPr>
          <w:p w14:paraId="44280839" w14:textId="77777777" w:rsidR="00D35B76" w:rsidRPr="00587215" w:rsidRDefault="00D35B76" w:rsidP="005872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72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4ED04C3F" w14:textId="54DCABE8" w:rsidR="00D35B76" w:rsidRPr="00587215" w:rsidRDefault="0055746B" w:rsidP="004F01A2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587215">
              <w:rPr>
                <w:rFonts w:ascii="Corbel" w:hAnsi="Corbel"/>
                <w:bCs/>
                <w:sz w:val="24"/>
                <w:szCs w:val="24"/>
              </w:rPr>
              <w:t>Nabycie przez studentów wiedzy</w:t>
            </w:r>
            <w:r w:rsidR="004C5EFA" w:rsidRPr="00587215">
              <w:rPr>
                <w:rFonts w:ascii="Corbel" w:hAnsi="Corbel"/>
                <w:bCs/>
                <w:sz w:val="24"/>
                <w:szCs w:val="24"/>
              </w:rPr>
              <w:t xml:space="preserve"> i umiejętności koniecznych do znalezienia odpowiedzi na </w:t>
            </w:r>
            <w:r w:rsidR="00963FD1" w:rsidRPr="00587215">
              <w:rPr>
                <w:rFonts w:ascii="Corbel" w:hAnsi="Corbel"/>
                <w:bCs/>
                <w:sz w:val="24"/>
                <w:szCs w:val="24"/>
              </w:rPr>
              <w:t>ważne</w:t>
            </w:r>
            <w:r w:rsidR="004C5EFA" w:rsidRPr="00587215">
              <w:rPr>
                <w:rFonts w:ascii="Corbel" w:hAnsi="Corbel"/>
                <w:bCs/>
                <w:sz w:val="24"/>
                <w:szCs w:val="24"/>
              </w:rPr>
              <w:t xml:space="preserve"> pytania</w:t>
            </w:r>
            <w:r w:rsidR="00D053CB" w:rsidRPr="00587215">
              <w:rPr>
                <w:rFonts w:ascii="Corbel" w:hAnsi="Corbel"/>
                <w:bCs/>
                <w:sz w:val="24"/>
                <w:szCs w:val="24"/>
              </w:rPr>
              <w:t xml:space="preserve"> dotyczące życia </w:t>
            </w:r>
            <w:r w:rsidR="00475674" w:rsidRPr="00587215">
              <w:rPr>
                <w:rFonts w:ascii="Corbel" w:hAnsi="Corbel"/>
                <w:bCs/>
                <w:sz w:val="24"/>
                <w:szCs w:val="24"/>
              </w:rPr>
              <w:t xml:space="preserve">społecznego i politycznego, m.in. </w:t>
            </w:r>
            <w:r w:rsidR="00644121" w:rsidRPr="00587215">
              <w:rPr>
                <w:rFonts w:ascii="Corbel" w:hAnsi="Corbel"/>
                <w:bCs/>
                <w:sz w:val="24"/>
                <w:szCs w:val="24"/>
              </w:rPr>
              <w:t>przyczyn</w:t>
            </w:r>
            <w:r w:rsidR="00180354" w:rsidRPr="0058721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4F01A2" w:rsidRPr="00587215">
              <w:rPr>
                <w:rFonts w:ascii="Corbel" w:hAnsi="Corbel"/>
                <w:bCs/>
                <w:sz w:val="24"/>
                <w:szCs w:val="24"/>
              </w:rPr>
              <w:t xml:space="preserve">konfliktów </w:t>
            </w:r>
            <w:r w:rsidR="00644121" w:rsidRPr="00587215">
              <w:rPr>
                <w:rFonts w:ascii="Corbel" w:hAnsi="Corbel"/>
                <w:bCs/>
                <w:sz w:val="24"/>
                <w:szCs w:val="24"/>
              </w:rPr>
              <w:t>międzygrupow</w:t>
            </w:r>
            <w:r w:rsidR="004F01A2" w:rsidRPr="00587215">
              <w:rPr>
                <w:rFonts w:ascii="Corbel" w:hAnsi="Corbel"/>
                <w:bCs/>
                <w:sz w:val="24"/>
                <w:szCs w:val="24"/>
              </w:rPr>
              <w:t xml:space="preserve">ych; </w:t>
            </w:r>
            <w:r w:rsidR="00644121" w:rsidRPr="00587215">
              <w:rPr>
                <w:rFonts w:ascii="Corbel" w:hAnsi="Corbel"/>
                <w:bCs/>
                <w:sz w:val="24"/>
                <w:szCs w:val="24"/>
              </w:rPr>
              <w:t>przyczyn</w:t>
            </w:r>
            <w:r w:rsidR="00180354" w:rsidRPr="0058721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644121" w:rsidRPr="00587215">
              <w:rPr>
                <w:rFonts w:ascii="Corbel" w:hAnsi="Corbel"/>
                <w:bCs/>
                <w:sz w:val="24"/>
                <w:szCs w:val="24"/>
              </w:rPr>
              <w:t xml:space="preserve">różnic </w:t>
            </w:r>
            <w:r w:rsidR="004F01A2" w:rsidRPr="00587215">
              <w:rPr>
                <w:rFonts w:ascii="Corbel" w:hAnsi="Corbel"/>
                <w:bCs/>
                <w:sz w:val="24"/>
                <w:szCs w:val="24"/>
              </w:rPr>
              <w:t>ideologicznych</w:t>
            </w:r>
            <w:r w:rsidR="00644121" w:rsidRPr="00587215">
              <w:rPr>
                <w:rFonts w:ascii="Corbel" w:hAnsi="Corbel"/>
                <w:bCs/>
                <w:sz w:val="24"/>
                <w:szCs w:val="24"/>
              </w:rPr>
              <w:t xml:space="preserve"> i preferencji politycznych</w:t>
            </w:r>
            <w:r w:rsidR="00963FD1" w:rsidRPr="00587215">
              <w:rPr>
                <w:rFonts w:ascii="Corbel" w:hAnsi="Corbel"/>
                <w:bCs/>
                <w:sz w:val="24"/>
                <w:szCs w:val="24"/>
              </w:rPr>
              <w:t xml:space="preserve">; </w:t>
            </w:r>
            <w:r w:rsidR="004A177C" w:rsidRPr="00587215">
              <w:rPr>
                <w:rFonts w:ascii="Corbel" w:hAnsi="Corbel"/>
                <w:bCs/>
                <w:sz w:val="24"/>
                <w:szCs w:val="24"/>
              </w:rPr>
              <w:t>przyczyn zachowań prospołecznych i antyspołecznych</w:t>
            </w:r>
            <w:r w:rsidR="001049AC" w:rsidRPr="00587215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35B76" w:rsidRPr="00587215" w14:paraId="242BC385" w14:textId="77777777" w:rsidTr="00D3212A">
        <w:tc>
          <w:tcPr>
            <w:tcW w:w="672" w:type="dxa"/>
            <w:vAlign w:val="center"/>
          </w:tcPr>
          <w:p w14:paraId="1F3E5B3C" w14:textId="77777777" w:rsidR="00D35B76" w:rsidRPr="00587215" w:rsidRDefault="00D35B76" w:rsidP="005872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721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363ED986" w14:textId="2F83A6B7" w:rsidR="00D35B76" w:rsidRPr="00587215" w:rsidRDefault="00E80E50" w:rsidP="00B02EC6">
            <w:pPr>
              <w:pStyle w:val="Podpunkty"/>
              <w:spacing w:before="40" w:after="40"/>
              <w:ind w:left="0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587215">
              <w:rPr>
                <w:rFonts w:ascii="Corbel" w:hAnsi="Corbel"/>
                <w:b w:val="0"/>
                <w:bCs/>
                <w:sz w:val="24"/>
                <w:szCs w:val="24"/>
              </w:rPr>
              <w:t>Nabycie przez studenta umiejętności</w:t>
            </w:r>
            <w:r w:rsidR="00180354" w:rsidRPr="005872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3D5F45" w:rsidRPr="00587215">
              <w:rPr>
                <w:rFonts w:ascii="Corbel" w:hAnsi="Corbel"/>
                <w:b w:val="0"/>
                <w:bCs/>
                <w:sz w:val="24"/>
                <w:szCs w:val="24"/>
              </w:rPr>
              <w:t>prognoz</w:t>
            </w:r>
            <w:r w:rsidRPr="00587215">
              <w:rPr>
                <w:rFonts w:ascii="Corbel" w:hAnsi="Corbel"/>
                <w:b w:val="0"/>
                <w:bCs/>
                <w:sz w:val="24"/>
                <w:szCs w:val="24"/>
              </w:rPr>
              <w:t>owania</w:t>
            </w:r>
            <w:r w:rsidR="00180354" w:rsidRPr="005872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587215">
              <w:rPr>
                <w:rFonts w:ascii="Corbel" w:hAnsi="Corbel"/>
                <w:b w:val="0"/>
                <w:bCs/>
                <w:sz w:val="24"/>
                <w:szCs w:val="24"/>
              </w:rPr>
              <w:t>najważniejszych</w:t>
            </w:r>
            <w:r w:rsidR="003D5F45" w:rsidRPr="005872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zjawisk</w:t>
            </w:r>
            <w:r w:rsidR="00B02EC6" w:rsidRPr="005872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zachowań</w:t>
            </w:r>
            <w:r w:rsidR="003D5F45" w:rsidRPr="005872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polityczn</w:t>
            </w:r>
            <w:r w:rsidR="00B02EC6" w:rsidRPr="00587215">
              <w:rPr>
                <w:rFonts w:ascii="Corbel" w:hAnsi="Corbel"/>
                <w:b w:val="0"/>
                <w:bCs/>
                <w:sz w:val="24"/>
                <w:szCs w:val="24"/>
              </w:rPr>
              <w:t>ych</w:t>
            </w:r>
            <w:r w:rsidR="003D5F45" w:rsidRPr="005872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oparciu</w:t>
            </w:r>
            <w:r w:rsidR="00180354" w:rsidRPr="005872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3D5F45" w:rsidRPr="005872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 </w:t>
            </w:r>
            <w:r w:rsidR="00B02EC6" w:rsidRPr="005872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poznane </w:t>
            </w:r>
            <w:r w:rsidR="003D5F45" w:rsidRPr="00587215">
              <w:rPr>
                <w:rFonts w:ascii="Corbel" w:hAnsi="Corbel"/>
                <w:b w:val="0"/>
                <w:bCs/>
                <w:sz w:val="24"/>
                <w:szCs w:val="24"/>
              </w:rPr>
              <w:t>teorie psychologii</w:t>
            </w:r>
            <w:r w:rsidR="00B02EC6" w:rsidRPr="005872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socjologii</w:t>
            </w:r>
            <w:r w:rsidR="003D5F45" w:rsidRPr="005872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polityki</w:t>
            </w:r>
            <w:r w:rsidR="00B02EC6" w:rsidRPr="00587215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3DF896FD" w14:textId="77777777" w:rsidR="00D35B76" w:rsidRPr="00587215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04C5414E" w14:textId="77777777" w:rsidR="001132F3" w:rsidRPr="00587215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7215">
        <w:rPr>
          <w:rFonts w:ascii="Corbel" w:hAnsi="Corbel"/>
          <w:b/>
          <w:sz w:val="24"/>
          <w:szCs w:val="24"/>
        </w:rPr>
        <w:t>3.2 Efekty uczenia się dla przedmiotu</w:t>
      </w:r>
    </w:p>
    <w:p w14:paraId="1E66F533" w14:textId="77777777" w:rsidR="00F83B28" w:rsidRPr="0058721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387"/>
        <w:gridCol w:w="1728"/>
      </w:tblGrid>
      <w:tr w:rsidR="00BD5B29" w:rsidRPr="00587215" w14:paraId="01A36507" w14:textId="77777777" w:rsidTr="003D625B">
        <w:tc>
          <w:tcPr>
            <w:tcW w:w="1418" w:type="dxa"/>
          </w:tcPr>
          <w:p w14:paraId="6ED97147" w14:textId="77777777" w:rsidR="00D35B76" w:rsidRPr="00587215" w:rsidRDefault="00D35B76" w:rsidP="005872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smallCaps w:val="0"/>
                <w:szCs w:val="24"/>
              </w:rPr>
              <w:t>EK</w:t>
            </w:r>
            <w:r w:rsidR="009B64F2"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B64F2" w:rsidRPr="0058721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</w:tcPr>
          <w:p w14:paraId="26DBA323" w14:textId="77777777" w:rsidR="00D35B76" w:rsidRPr="00587215" w:rsidRDefault="00D35B76" w:rsidP="000F13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B64F2" w:rsidRPr="0058721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587215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  <w:p w14:paraId="530E3062" w14:textId="77777777" w:rsidR="00960011" w:rsidRPr="00587215" w:rsidRDefault="00960011" w:rsidP="005872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63020E" w14:textId="77777777" w:rsidR="000F13C1" w:rsidRPr="00587215" w:rsidRDefault="000F13C1" w:rsidP="005872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32" w:type="dxa"/>
          </w:tcPr>
          <w:p w14:paraId="0B52C6DB" w14:textId="68D3C81B" w:rsidR="00D35B76" w:rsidRPr="00587215" w:rsidRDefault="00D35B76" w:rsidP="009B64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D5B29" w:rsidRPr="00587215" w14:paraId="25AD7678" w14:textId="77777777" w:rsidTr="003D625B">
        <w:tc>
          <w:tcPr>
            <w:tcW w:w="1418" w:type="dxa"/>
          </w:tcPr>
          <w:p w14:paraId="74676A1F" w14:textId="77777777" w:rsidR="00D35B76" w:rsidRPr="00587215" w:rsidRDefault="00712EAE" w:rsidP="005872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3E5F2A63" w14:textId="77777777" w:rsidR="00D35B76" w:rsidRPr="00587215" w:rsidRDefault="00D35B76" w:rsidP="005872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63E9F865" w14:textId="16364D27" w:rsidR="00D35B76" w:rsidRPr="00587215" w:rsidRDefault="00180354" w:rsidP="008D3E28">
            <w:pPr>
              <w:pStyle w:val="Bezodstpw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 xml:space="preserve">w zaawansowanym stopniu </w:t>
            </w:r>
            <w:r w:rsidR="009B64F2" w:rsidRPr="00587215">
              <w:rPr>
                <w:rFonts w:ascii="Corbel" w:hAnsi="Corbel"/>
                <w:sz w:val="24"/>
                <w:szCs w:val="24"/>
              </w:rPr>
              <w:t>z</w:t>
            </w:r>
            <w:r w:rsidR="0044747F" w:rsidRPr="00587215">
              <w:rPr>
                <w:rFonts w:ascii="Corbel" w:hAnsi="Corbel"/>
                <w:sz w:val="24"/>
                <w:szCs w:val="24"/>
              </w:rPr>
              <w:t xml:space="preserve">na </w:t>
            </w:r>
            <w:r w:rsidR="00EF125C" w:rsidRPr="00587215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="00E6569E" w:rsidRPr="00587215">
              <w:rPr>
                <w:rFonts w:ascii="Corbel" w:hAnsi="Corbel"/>
                <w:sz w:val="24"/>
                <w:szCs w:val="24"/>
              </w:rPr>
              <w:t>terminologię</w:t>
            </w:r>
            <w:r w:rsidR="00EE1D95" w:rsidRPr="00587215">
              <w:rPr>
                <w:rFonts w:ascii="Corbel" w:hAnsi="Corbel"/>
                <w:sz w:val="24"/>
                <w:szCs w:val="24"/>
              </w:rPr>
              <w:t xml:space="preserve"> i pojęcia</w:t>
            </w:r>
            <w:r w:rsidR="00E6569E" w:rsidRPr="00587215">
              <w:rPr>
                <w:rFonts w:ascii="Corbel" w:hAnsi="Corbel"/>
                <w:sz w:val="24"/>
                <w:szCs w:val="24"/>
              </w:rPr>
              <w:t xml:space="preserve"> używan</w:t>
            </w:r>
            <w:r w:rsidR="00EE1D95" w:rsidRPr="00587215">
              <w:rPr>
                <w:rFonts w:ascii="Corbel" w:hAnsi="Corbel"/>
                <w:sz w:val="24"/>
                <w:szCs w:val="24"/>
              </w:rPr>
              <w:t>e</w:t>
            </w:r>
            <w:r w:rsidR="00B874AF" w:rsidRPr="0058721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87215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D95" w:rsidRPr="00587215">
              <w:rPr>
                <w:rFonts w:ascii="Corbel" w:hAnsi="Corbel"/>
                <w:sz w:val="24"/>
                <w:szCs w:val="24"/>
              </w:rPr>
              <w:t>psychologii i socjologii polityki</w:t>
            </w:r>
          </w:p>
        </w:tc>
        <w:tc>
          <w:tcPr>
            <w:tcW w:w="1732" w:type="dxa"/>
          </w:tcPr>
          <w:p w14:paraId="21EB3221" w14:textId="77777777" w:rsidR="00712EAE" w:rsidRPr="00587215" w:rsidRDefault="00712EAE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B564F" w:rsidRPr="0058721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6EEE3FE" w14:textId="77777777" w:rsidR="00D35B76" w:rsidRPr="00587215" w:rsidRDefault="00D35B76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D5B29" w:rsidRPr="00587215" w14:paraId="0ABEA531" w14:textId="77777777" w:rsidTr="003D625B">
        <w:tc>
          <w:tcPr>
            <w:tcW w:w="1418" w:type="dxa"/>
          </w:tcPr>
          <w:p w14:paraId="0AA6A25A" w14:textId="77777777" w:rsidR="00712EAE" w:rsidRPr="00587215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5AF187C" w14:textId="77777777" w:rsidR="00D35B76" w:rsidRPr="00587215" w:rsidRDefault="00D35B76" w:rsidP="005872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194B12F5" w14:textId="2AD1AD9F" w:rsidR="00D35B76" w:rsidRPr="00587215" w:rsidRDefault="00180354" w:rsidP="00E93383">
            <w:pPr>
              <w:pStyle w:val="Default"/>
              <w:rPr>
                <w:rFonts w:ascii="Corbel" w:hAnsi="Corbel" w:cs="Times New Roman"/>
                <w:bCs/>
                <w:color w:val="auto"/>
              </w:rPr>
            </w:pPr>
            <w:r w:rsidRPr="00587215">
              <w:rPr>
                <w:rFonts w:ascii="Corbel" w:hAnsi="Corbel" w:cs="Times New Roman"/>
                <w:bCs/>
                <w:color w:val="auto"/>
              </w:rPr>
              <w:t xml:space="preserve">w pogłębiony sposób </w:t>
            </w:r>
            <w:r w:rsidR="009B64F2" w:rsidRPr="00587215">
              <w:rPr>
                <w:rFonts w:ascii="Corbel" w:hAnsi="Corbel" w:cs="Times New Roman"/>
                <w:bCs/>
                <w:color w:val="auto"/>
              </w:rPr>
              <w:t>z</w:t>
            </w:r>
            <w:r w:rsidR="000831AF" w:rsidRPr="00587215">
              <w:rPr>
                <w:rFonts w:ascii="Corbel" w:hAnsi="Corbel" w:cs="Times New Roman"/>
                <w:bCs/>
                <w:color w:val="auto"/>
              </w:rPr>
              <w:t>na i r</w:t>
            </w:r>
            <w:r w:rsidR="0044747F" w:rsidRPr="00587215">
              <w:rPr>
                <w:rFonts w:ascii="Corbel" w:hAnsi="Corbel" w:cs="Times New Roman"/>
                <w:bCs/>
                <w:color w:val="auto"/>
              </w:rPr>
              <w:t xml:space="preserve">ozumie </w:t>
            </w:r>
            <w:r w:rsidR="000831AF" w:rsidRPr="00587215">
              <w:rPr>
                <w:rFonts w:ascii="Corbel" w:hAnsi="Corbel" w:cs="Times New Roman"/>
                <w:bCs/>
                <w:color w:val="auto"/>
              </w:rPr>
              <w:t>najważniejsze</w:t>
            </w:r>
            <w:r w:rsidR="00E6569E" w:rsidRPr="00587215">
              <w:rPr>
                <w:rFonts w:ascii="Corbel" w:hAnsi="Corbel" w:cs="Times New Roman"/>
                <w:bCs/>
                <w:color w:val="auto"/>
              </w:rPr>
              <w:t xml:space="preserve"> współczesne teorie </w:t>
            </w:r>
            <w:r w:rsidR="00AF6625" w:rsidRPr="00587215">
              <w:rPr>
                <w:rFonts w:ascii="Corbel" w:hAnsi="Corbel" w:cs="Times New Roman"/>
                <w:bCs/>
                <w:color w:val="auto"/>
              </w:rPr>
              <w:t>z obszaru psychologii i socjologii polityki</w:t>
            </w:r>
            <w:r w:rsidRPr="00587215">
              <w:rPr>
                <w:rFonts w:ascii="Corbel" w:hAnsi="Corbel" w:cs="Times New Roman"/>
                <w:bCs/>
                <w:color w:val="auto"/>
              </w:rPr>
              <w:t>,</w:t>
            </w:r>
            <w:r w:rsidR="00AF6625" w:rsidRPr="00587215">
              <w:rPr>
                <w:rFonts w:ascii="Corbel" w:hAnsi="Corbel" w:cs="Times New Roman"/>
                <w:bCs/>
                <w:color w:val="auto"/>
              </w:rPr>
              <w:t xml:space="preserve"> a także kluczow</w:t>
            </w:r>
            <w:r w:rsidR="007C25E9" w:rsidRPr="00587215">
              <w:rPr>
                <w:rFonts w:ascii="Corbel" w:hAnsi="Corbel" w:cs="Times New Roman"/>
                <w:bCs/>
                <w:color w:val="auto"/>
              </w:rPr>
              <w:t>ych badaczy i ich koncepcje</w:t>
            </w:r>
          </w:p>
        </w:tc>
        <w:tc>
          <w:tcPr>
            <w:tcW w:w="1732" w:type="dxa"/>
          </w:tcPr>
          <w:p w14:paraId="70230689" w14:textId="77777777" w:rsidR="00D35B76" w:rsidRPr="00587215" w:rsidRDefault="00712EAE" w:rsidP="00712EAE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587215">
              <w:rPr>
                <w:rFonts w:ascii="Corbel" w:hAnsi="Corbel" w:cs="Times New Roman"/>
                <w:color w:val="auto"/>
              </w:rPr>
              <w:t>K_W0</w:t>
            </w:r>
            <w:r w:rsidR="00E6569E" w:rsidRPr="00587215">
              <w:rPr>
                <w:rFonts w:ascii="Corbel" w:hAnsi="Corbel" w:cs="Times New Roman"/>
                <w:color w:val="auto"/>
              </w:rPr>
              <w:t>2</w:t>
            </w:r>
          </w:p>
        </w:tc>
      </w:tr>
      <w:tr w:rsidR="00BD5B29" w:rsidRPr="00587215" w14:paraId="72F194D9" w14:textId="77777777" w:rsidTr="003D625B">
        <w:tc>
          <w:tcPr>
            <w:tcW w:w="1418" w:type="dxa"/>
          </w:tcPr>
          <w:p w14:paraId="4ED4002C" w14:textId="77777777" w:rsidR="00712EAE" w:rsidRPr="00587215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36177ABE" w14:textId="77777777" w:rsidR="00D35B76" w:rsidRPr="00587215" w:rsidRDefault="00D35B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3DCC8DEF" w14:textId="66875EBD" w:rsidR="00D35B76" w:rsidRPr="00587215" w:rsidRDefault="009B64F2" w:rsidP="00C21B3D">
            <w:pPr>
              <w:pStyle w:val="Default"/>
              <w:rPr>
                <w:rFonts w:ascii="Corbel" w:hAnsi="Corbel" w:cs="Times New Roman"/>
                <w:bCs/>
                <w:color w:val="auto"/>
              </w:rPr>
            </w:pPr>
            <w:r w:rsidRPr="00587215">
              <w:rPr>
                <w:rFonts w:ascii="Corbel" w:hAnsi="Corbel" w:cs="Times New Roman"/>
                <w:bCs/>
                <w:color w:val="auto"/>
              </w:rPr>
              <w:t>m</w:t>
            </w:r>
            <w:r w:rsidR="0044747F" w:rsidRPr="00587215">
              <w:rPr>
                <w:rFonts w:ascii="Corbel" w:hAnsi="Corbel" w:cs="Times New Roman"/>
                <w:bCs/>
                <w:color w:val="auto"/>
              </w:rPr>
              <w:t xml:space="preserve">a </w:t>
            </w:r>
            <w:r w:rsidR="00E6569E" w:rsidRPr="00587215">
              <w:rPr>
                <w:rFonts w:ascii="Corbel" w:hAnsi="Corbel" w:cs="Times New Roman"/>
                <w:bCs/>
                <w:color w:val="auto"/>
              </w:rPr>
              <w:t>rozszerzoną wiedzę o różnych struktur</w:t>
            </w:r>
            <w:r w:rsidR="004531F3" w:rsidRPr="00587215">
              <w:rPr>
                <w:rFonts w:ascii="Corbel" w:hAnsi="Corbel" w:cs="Times New Roman"/>
                <w:bCs/>
                <w:color w:val="auto"/>
              </w:rPr>
              <w:t>ach</w:t>
            </w:r>
            <w:r w:rsidR="00E6569E" w:rsidRPr="00587215">
              <w:rPr>
                <w:rFonts w:ascii="Corbel" w:hAnsi="Corbel" w:cs="Times New Roman"/>
                <w:bCs/>
                <w:color w:val="auto"/>
              </w:rPr>
              <w:t xml:space="preserve"> społecznych i instytucjach życia </w:t>
            </w:r>
            <w:r w:rsidR="00893AEF" w:rsidRPr="00587215">
              <w:rPr>
                <w:rFonts w:ascii="Corbel" w:hAnsi="Corbel" w:cs="Times New Roman"/>
                <w:bCs/>
                <w:color w:val="auto"/>
              </w:rPr>
              <w:t>politycznego</w:t>
            </w:r>
          </w:p>
        </w:tc>
        <w:tc>
          <w:tcPr>
            <w:tcW w:w="1732" w:type="dxa"/>
          </w:tcPr>
          <w:p w14:paraId="6B6DEB87" w14:textId="67807624" w:rsidR="00D35B76" w:rsidRPr="00587215" w:rsidRDefault="00712EAE" w:rsidP="00712EAE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587215">
              <w:rPr>
                <w:rFonts w:ascii="Corbel" w:hAnsi="Corbel" w:cs="Times New Roman"/>
                <w:color w:val="auto"/>
              </w:rPr>
              <w:t>K_</w:t>
            </w:r>
            <w:r w:rsidR="00180354" w:rsidRPr="00587215">
              <w:rPr>
                <w:rFonts w:ascii="Corbel" w:hAnsi="Corbel" w:cs="Times New Roman"/>
                <w:color w:val="auto"/>
              </w:rPr>
              <w:t>W</w:t>
            </w:r>
            <w:r w:rsidRPr="00587215">
              <w:rPr>
                <w:rFonts w:ascii="Corbel" w:hAnsi="Corbel" w:cs="Times New Roman"/>
                <w:color w:val="auto"/>
              </w:rPr>
              <w:t>0</w:t>
            </w:r>
            <w:r w:rsidR="00E6569E" w:rsidRPr="00587215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="00BD5B29" w:rsidRPr="00587215" w14:paraId="374A5BB6" w14:textId="77777777" w:rsidTr="003D625B">
        <w:tc>
          <w:tcPr>
            <w:tcW w:w="1418" w:type="dxa"/>
          </w:tcPr>
          <w:p w14:paraId="38E83DF2" w14:textId="77777777" w:rsidR="00712EAE" w:rsidRPr="00587215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09D4328" w14:textId="77777777" w:rsidR="00D35B76" w:rsidRPr="00587215" w:rsidRDefault="00D35B76" w:rsidP="005872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6C2631FE" w14:textId="7E5F96AC" w:rsidR="00D35B76" w:rsidRPr="00587215" w:rsidRDefault="009B64F2" w:rsidP="009B5CC9">
            <w:pPr>
              <w:pStyle w:val="Default"/>
              <w:rPr>
                <w:rFonts w:ascii="Corbel" w:hAnsi="Corbel" w:cs="Times New Roman"/>
                <w:b/>
                <w:smallCaps/>
                <w:color w:val="auto"/>
              </w:rPr>
            </w:pPr>
            <w:r w:rsidRPr="00587215">
              <w:rPr>
                <w:rFonts w:ascii="Corbel" w:hAnsi="Corbel" w:cs="Times New Roman"/>
                <w:color w:val="auto"/>
              </w:rPr>
              <w:t>m</w:t>
            </w:r>
            <w:r w:rsidR="0044747F" w:rsidRPr="00587215">
              <w:rPr>
                <w:rFonts w:ascii="Corbel" w:hAnsi="Corbel" w:cs="Times New Roman"/>
                <w:color w:val="auto"/>
              </w:rPr>
              <w:t xml:space="preserve">a </w:t>
            </w:r>
            <w:r w:rsidR="00E6569E" w:rsidRPr="00587215">
              <w:rPr>
                <w:rFonts w:ascii="Corbel" w:hAnsi="Corbel" w:cs="Times New Roman"/>
                <w:color w:val="auto"/>
              </w:rPr>
              <w:t xml:space="preserve">rozszerzoną </w:t>
            </w:r>
            <w:r w:rsidR="00180354" w:rsidRPr="00587215">
              <w:rPr>
                <w:rFonts w:ascii="Corbel" w:hAnsi="Corbel" w:cs="Times New Roman"/>
                <w:color w:val="auto"/>
              </w:rPr>
              <w:t xml:space="preserve">i uporządkowaną </w:t>
            </w:r>
            <w:r w:rsidR="00255BA1" w:rsidRPr="00587215">
              <w:rPr>
                <w:rFonts w:ascii="Corbel" w:hAnsi="Corbel" w:cs="Times New Roman"/>
                <w:color w:val="auto"/>
              </w:rPr>
              <w:t xml:space="preserve">wiedzę na temat </w:t>
            </w:r>
            <w:r w:rsidR="00180354" w:rsidRPr="00587215">
              <w:rPr>
                <w:rFonts w:ascii="Corbel" w:hAnsi="Corbel" w:cs="Times New Roman"/>
                <w:color w:val="auto"/>
              </w:rPr>
              <w:t xml:space="preserve">historii i ewolucji </w:t>
            </w:r>
            <w:r w:rsidR="00EB0B5E" w:rsidRPr="00587215">
              <w:rPr>
                <w:rFonts w:ascii="Corbel" w:hAnsi="Corbel" w:cs="Times New Roman"/>
                <w:color w:val="auto"/>
              </w:rPr>
              <w:t>socjologicznych i psychologicznych uwarunkowań zachowań politycznych</w:t>
            </w:r>
          </w:p>
        </w:tc>
        <w:tc>
          <w:tcPr>
            <w:tcW w:w="1732" w:type="dxa"/>
          </w:tcPr>
          <w:p w14:paraId="1058BCA9" w14:textId="1DC77429" w:rsidR="00D35B76" w:rsidRPr="00587215" w:rsidRDefault="00712EAE" w:rsidP="00712EAE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587215">
              <w:rPr>
                <w:rFonts w:ascii="Corbel" w:hAnsi="Corbel" w:cs="Times New Roman"/>
                <w:color w:val="auto"/>
              </w:rPr>
              <w:t>K_</w:t>
            </w:r>
            <w:r w:rsidR="00752178">
              <w:rPr>
                <w:rFonts w:ascii="Corbel" w:hAnsi="Corbel" w:cs="Times New Roman"/>
                <w:color w:val="auto"/>
              </w:rPr>
              <w:t>W07</w:t>
            </w:r>
          </w:p>
        </w:tc>
      </w:tr>
      <w:tr w:rsidR="00BD5B29" w:rsidRPr="00587215" w14:paraId="73BB4869" w14:textId="77777777" w:rsidTr="003D625B">
        <w:tc>
          <w:tcPr>
            <w:tcW w:w="1418" w:type="dxa"/>
          </w:tcPr>
          <w:p w14:paraId="3AAD376C" w14:textId="77777777" w:rsidR="0044747F" w:rsidRPr="00587215" w:rsidRDefault="0044747F" w:rsidP="004474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22341010" w14:textId="77777777" w:rsidR="00B363F0" w:rsidRPr="00587215" w:rsidRDefault="00B363F0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425909E2" w14:textId="4CC91415" w:rsidR="00B363F0" w:rsidRPr="00587215" w:rsidRDefault="009B64F2" w:rsidP="009B5CC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587215">
              <w:rPr>
                <w:rFonts w:ascii="Corbel" w:hAnsi="Corbel" w:cs="Times New Roman"/>
                <w:color w:val="auto"/>
              </w:rPr>
              <w:t>p</w:t>
            </w:r>
            <w:r w:rsidR="0044747F" w:rsidRPr="00587215">
              <w:rPr>
                <w:rFonts w:ascii="Corbel" w:hAnsi="Corbel" w:cs="Times New Roman"/>
                <w:color w:val="auto"/>
              </w:rPr>
              <w:t xml:space="preserve">osiada </w:t>
            </w:r>
            <w:r w:rsidR="00B363F0" w:rsidRPr="00587215">
              <w:rPr>
                <w:rFonts w:ascii="Corbel" w:hAnsi="Corbel" w:cs="Times New Roman"/>
                <w:color w:val="auto"/>
              </w:rPr>
              <w:t xml:space="preserve">pogłębioną wiedzę </w:t>
            </w:r>
            <w:r w:rsidR="00B5104D" w:rsidRPr="00587215">
              <w:rPr>
                <w:rFonts w:ascii="Corbel" w:hAnsi="Corbel" w:cs="Times New Roman"/>
                <w:color w:val="auto"/>
              </w:rPr>
              <w:t xml:space="preserve">o </w:t>
            </w:r>
            <w:r w:rsidR="00D46A36" w:rsidRPr="00587215">
              <w:rPr>
                <w:rFonts w:ascii="Corbel" w:hAnsi="Corbel" w:cs="Times New Roman"/>
                <w:color w:val="auto"/>
              </w:rPr>
              <w:t>wpływ</w:t>
            </w:r>
            <w:r w:rsidR="00B5104D" w:rsidRPr="00587215">
              <w:rPr>
                <w:rFonts w:ascii="Corbel" w:hAnsi="Corbel" w:cs="Times New Roman"/>
                <w:color w:val="auto"/>
              </w:rPr>
              <w:t>ie</w:t>
            </w:r>
            <w:r w:rsidR="00D46A36" w:rsidRPr="00587215">
              <w:rPr>
                <w:rFonts w:ascii="Corbel" w:hAnsi="Corbel" w:cs="Times New Roman"/>
                <w:color w:val="auto"/>
              </w:rPr>
              <w:t xml:space="preserve"> gwałtownych zmian społecznych i kulturowych na zachowania polityczne</w:t>
            </w:r>
          </w:p>
        </w:tc>
        <w:tc>
          <w:tcPr>
            <w:tcW w:w="1732" w:type="dxa"/>
          </w:tcPr>
          <w:p w14:paraId="6CDCF54C" w14:textId="70F29A01" w:rsidR="00B363F0" w:rsidRPr="00587215" w:rsidRDefault="00752178" w:rsidP="00712EA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BD5B29" w:rsidRPr="00587215" w14:paraId="376EB645" w14:textId="77777777" w:rsidTr="003D625B">
        <w:tc>
          <w:tcPr>
            <w:tcW w:w="1418" w:type="dxa"/>
          </w:tcPr>
          <w:p w14:paraId="72D5E23F" w14:textId="77777777" w:rsidR="0044747F" w:rsidRPr="00587215" w:rsidRDefault="0044747F" w:rsidP="004474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  <w:p w14:paraId="12557FB4" w14:textId="77777777" w:rsidR="00B363F0" w:rsidRPr="00587215" w:rsidRDefault="00B363F0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7510D6C2" w14:textId="700676F0" w:rsidR="00B363F0" w:rsidRPr="00587215" w:rsidRDefault="009B64F2" w:rsidP="009B5CC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587215">
              <w:rPr>
                <w:rFonts w:ascii="Corbel" w:hAnsi="Corbel" w:cs="Times New Roman"/>
                <w:color w:val="auto"/>
              </w:rPr>
              <w:t>m</w:t>
            </w:r>
            <w:r w:rsidR="0044747F" w:rsidRPr="00587215">
              <w:rPr>
                <w:rFonts w:ascii="Corbel" w:hAnsi="Corbel" w:cs="Times New Roman"/>
                <w:color w:val="auto"/>
              </w:rPr>
              <w:t xml:space="preserve">a </w:t>
            </w:r>
            <w:r w:rsidR="00B363F0" w:rsidRPr="00587215">
              <w:rPr>
                <w:rFonts w:ascii="Corbel" w:hAnsi="Corbel" w:cs="Times New Roman"/>
                <w:color w:val="auto"/>
              </w:rPr>
              <w:t xml:space="preserve">rozszerzoną </w:t>
            </w:r>
            <w:r w:rsidR="00180354" w:rsidRPr="00587215">
              <w:rPr>
                <w:rFonts w:ascii="Corbel" w:hAnsi="Corbel" w:cs="Times New Roman"/>
                <w:color w:val="auto"/>
              </w:rPr>
              <w:t xml:space="preserve">i uporządkowaną </w:t>
            </w:r>
            <w:r w:rsidR="00B363F0" w:rsidRPr="00587215">
              <w:rPr>
                <w:rFonts w:ascii="Corbel" w:hAnsi="Corbel" w:cs="Times New Roman"/>
                <w:color w:val="auto"/>
              </w:rPr>
              <w:t xml:space="preserve">wiedzę o </w:t>
            </w:r>
            <w:r w:rsidR="006623F6">
              <w:rPr>
                <w:rFonts w:ascii="Corbel" w:hAnsi="Corbel" w:cs="Times New Roman"/>
                <w:color w:val="auto"/>
              </w:rPr>
              <w:t xml:space="preserve">stanach i </w:t>
            </w:r>
            <w:r w:rsidR="00B363F0" w:rsidRPr="00587215">
              <w:rPr>
                <w:rFonts w:ascii="Corbel" w:hAnsi="Corbel" w:cs="Times New Roman"/>
                <w:color w:val="auto"/>
              </w:rPr>
              <w:t>procesach emocjonalnych</w:t>
            </w:r>
            <w:r w:rsidR="006623F6">
              <w:rPr>
                <w:rFonts w:ascii="Corbel" w:hAnsi="Corbel" w:cs="Times New Roman"/>
                <w:color w:val="auto"/>
              </w:rPr>
              <w:t>-</w:t>
            </w:r>
            <w:r w:rsidR="00B363F0" w:rsidRPr="00587215">
              <w:rPr>
                <w:rFonts w:ascii="Corbel" w:hAnsi="Corbel" w:cs="Times New Roman"/>
                <w:color w:val="auto"/>
              </w:rPr>
              <w:t>mot</w:t>
            </w:r>
            <w:r w:rsidR="006623F6">
              <w:rPr>
                <w:rFonts w:ascii="Corbel" w:hAnsi="Corbel" w:cs="Times New Roman"/>
                <w:color w:val="auto"/>
              </w:rPr>
              <w:t>ywacyjnych</w:t>
            </w:r>
            <w:r w:rsidR="00B363F0" w:rsidRPr="00587215">
              <w:rPr>
                <w:rFonts w:ascii="Corbel" w:hAnsi="Corbel" w:cs="Times New Roman"/>
                <w:color w:val="auto"/>
              </w:rPr>
              <w:t xml:space="preserve"> człowieka</w:t>
            </w:r>
            <w:r w:rsidR="001043AE" w:rsidRPr="00587215">
              <w:rPr>
                <w:rFonts w:ascii="Corbel" w:hAnsi="Corbel" w:cs="Times New Roman"/>
                <w:color w:val="auto"/>
              </w:rPr>
              <w:t xml:space="preserve">, wpływających na </w:t>
            </w:r>
            <w:r w:rsidR="001C1E23" w:rsidRPr="00587215">
              <w:rPr>
                <w:rFonts w:ascii="Corbel" w:hAnsi="Corbel" w:cs="Times New Roman"/>
                <w:color w:val="auto"/>
              </w:rPr>
              <w:t>preferencje</w:t>
            </w:r>
            <w:r w:rsidR="00DF31AE" w:rsidRPr="00587215">
              <w:rPr>
                <w:rFonts w:ascii="Corbel" w:hAnsi="Corbel" w:cs="Times New Roman"/>
                <w:color w:val="auto"/>
              </w:rPr>
              <w:t>, poglądy i ideologie</w:t>
            </w:r>
            <w:r w:rsidR="001043AE" w:rsidRPr="00587215">
              <w:rPr>
                <w:rFonts w:ascii="Corbel" w:hAnsi="Corbel" w:cs="Times New Roman"/>
                <w:color w:val="auto"/>
              </w:rPr>
              <w:t xml:space="preserve"> polityczne</w:t>
            </w:r>
          </w:p>
        </w:tc>
        <w:tc>
          <w:tcPr>
            <w:tcW w:w="1732" w:type="dxa"/>
          </w:tcPr>
          <w:p w14:paraId="220BBD6D" w14:textId="77777777" w:rsidR="00B363F0" w:rsidRPr="00587215" w:rsidRDefault="00B363F0" w:rsidP="00712EA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87215">
              <w:rPr>
                <w:rFonts w:ascii="Corbel" w:hAnsi="Corbel" w:cs="Times New Roman"/>
                <w:color w:val="auto"/>
              </w:rPr>
              <w:t>K_W14</w:t>
            </w:r>
          </w:p>
        </w:tc>
      </w:tr>
      <w:tr w:rsidR="00BD5B29" w:rsidRPr="00587215" w14:paraId="2BE5675B" w14:textId="77777777" w:rsidTr="003D625B">
        <w:tc>
          <w:tcPr>
            <w:tcW w:w="1418" w:type="dxa"/>
          </w:tcPr>
          <w:p w14:paraId="2D534D55" w14:textId="77777777" w:rsidR="0044747F" w:rsidRPr="00587215" w:rsidRDefault="0044747F" w:rsidP="004474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  <w:p w14:paraId="6FCA8EAB" w14:textId="77777777" w:rsidR="00B363F0" w:rsidRPr="00587215" w:rsidRDefault="00B363F0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48D01953" w14:textId="271CF79B" w:rsidR="00B363F0" w:rsidRPr="00587215" w:rsidRDefault="009B64F2" w:rsidP="009B5CC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587215">
              <w:rPr>
                <w:rFonts w:ascii="Corbel" w:hAnsi="Corbel" w:cs="Times New Roman"/>
                <w:color w:val="auto"/>
              </w:rPr>
              <w:t>u</w:t>
            </w:r>
            <w:r w:rsidR="0044747F" w:rsidRPr="00587215">
              <w:rPr>
                <w:rFonts w:ascii="Corbel" w:hAnsi="Corbel" w:cs="Times New Roman"/>
                <w:color w:val="auto"/>
              </w:rPr>
              <w:t xml:space="preserve">mie </w:t>
            </w:r>
            <w:r w:rsidR="00B363F0" w:rsidRPr="00587215">
              <w:rPr>
                <w:rFonts w:ascii="Corbel" w:hAnsi="Corbel" w:cs="Times New Roman"/>
                <w:color w:val="auto"/>
              </w:rPr>
              <w:t>wykorzystać poszerzoną wiedzę teoretyczną z zakresu psychologii</w:t>
            </w:r>
            <w:r w:rsidR="00D35118" w:rsidRPr="00587215">
              <w:rPr>
                <w:rFonts w:ascii="Corbel" w:hAnsi="Corbel" w:cs="Times New Roman"/>
                <w:color w:val="auto"/>
              </w:rPr>
              <w:t xml:space="preserve"> i socjologii polityki</w:t>
            </w:r>
            <w:r w:rsidR="00B363F0" w:rsidRPr="00587215">
              <w:rPr>
                <w:rFonts w:ascii="Corbel" w:hAnsi="Corbel" w:cs="Times New Roman"/>
                <w:color w:val="auto"/>
              </w:rPr>
              <w:t xml:space="preserve">, w celu </w:t>
            </w:r>
            <w:r w:rsidR="006623F6" w:rsidRPr="00587215">
              <w:rPr>
                <w:rFonts w:ascii="Corbel" w:hAnsi="Corbel" w:cs="Times New Roman"/>
                <w:color w:val="auto"/>
              </w:rPr>
              <w:t>rozważania</w:t>
            </w:r>
            <w:r w:rsidR="00B363F0" w:rsidRPr="00587215">
              <w:rPr>
                <w:rFonts w:ascii="Corbel" w:hAnsi="Corbel" w:cs="Times New Roman"/>
                <w:color w:val="auto"/>
              </w:rPr>
              <w:t xml:space="preserve"> i interpretowania </w:t>
            </w:r>
            <w:r w:rsidR="006623F6">
              <w:rPr>
                <w:rFonts w:ascii="Corbel" w:hAnsi="Corbel" w:cs="Times New Roman"/>
                <w:color w:val="auto"/>
              </w:rPr>
              <w:t>wieloaspektowych</w:t>
            </w:r>
            <w:r w:rsidR="00D35118" w:rsidRPr="00587215">
              <w:rPr>
                <w:rFonts w:ascii="Corbel" w:hAnsi="Corbel" w:cs="Times New Roman"/>
                <w:color w:val="auto"/>
              </w:rPr>
              <w:t xml:space="preserve"> </w:t>
            </w:r>
            <w:r w:rsidR="00B363F0" w:rsidRPr="00587215">
              <w:rPr>
                <w:rFonts w:ascii="Corbel" w:hAnsi="Corbel" w:cs="Times New Roman"/>
                <w:color w:val="auto"/>
              </w:rPr>
              <w:t xml:space="preserve">problemów związanych m.in. z </w:t>
            </w:r>
            <w:r w:rsidR="00585CD6" w:rsidRPr="00587215">
              <w:rPr>
                <w:rFonts w:ascii="Corbel" w:hAnsi="Corbel" w:cs="Times New Roman"/>
                <w:color w:val="auto"/>
              </w:rPr>
              <w:t>obszarem szeroko rozumianej polityki i</w:t>
            </w:r>
            <w:r w:rsidR="00814302" w:rsidRPr="00587215">
              <w:rPr>
                <w:rFonts w:ascii="Corbel" w:hAnsi="Corbel" w:cs="Times New Roman"/>
                <w:color w:val="auto"/>
              </w:rPr>
              <w:t xml:space="preserve"> życia społecznego</w:t>
            </w:r>
          </w:p>
        </w:tc>
        <w:tc>
          <w:tcPr>
            <w:tcW w:w="1732" w:type="dxa"/>
          </w:tcPr>
          <w:p w14:paraId="726871DF" w14:textId="77777777" w:rsidR="00B363F0" w:rsidRPr="00587215" w:rsidRDefault="00B363F0" w:rsidP="00712EA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87215">
              <w:rPr>
                <w:rFonts w:ascii="Corbel" w:hAnsi="Corbel" w:cs="Times New Roman"/>
                <w:color w:val="auto"/>
              </w:rPr>
              <w:t>K_U02</w:t>
            </w:r>
          </w:p>
        </w:tc>
      </w:tr>
      <w:tr w:rsidR="00BD5B29" w:rsidRPr="00587215" w14:paraId="1CD784B7" w14:textId="77777777" w:rsidTr="003D625B">
        <w:tc>
          <w:tcPr>
            <w:tcW w:w="1418" w:type="dxa"/>
          </w:tcPr>
          <w:p w14:paraId="1ABAE4E7" w14:textId="77777777" w:rsidR="0044747F" w:rsidRPr="00587215" w:rsidRDefault="0044747F" w:rsidP="004474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14:paraId="0EEC3967" w14:textId="77777777" w:rsidR="0044747F" w:rsidRPr="00587215" w:rsidRDefault="0044747F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1762E2D6" w14:textId="563C6D34" w:rsidR="0044747F" w:rsidRPr="00587215" w:rsidRDefault="009B64F2" w:rsidP="009B5CC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587215">
              <w:rPr>
                <w:rFonts w:ascii="Corbel" w:hAnsi="Corbel" w:cs="Times New Roman"/>
                <w:color w:val="auto"/>
              </w:rPr>
              <w:t>u</w:t>
            </w:r>
            <w:r w:rsidR="0044747F" w:rsidRPr="00587215">
              <w:rPr>
                <w:rFonts w:ascii="Corbel" w:hAnsi="Corbel" w:cs="Times New Roman"/>
                <w:color w:val="auto"/>
              </w:rPr>
              <w:t>mie obserwować</w:t>
            </w:r>
            <w:r w:rsidR="00D35118" w:rsidRPr="00587215">
              <w:rPr>
                <w:rFonts w:ascii="Corbel" w:hAnsi="Corbel" w:cs="Times New Roman"/>
                <w:color w:val="auto"/>
              </w:rPr>
              <w:t xml:space="preserve"> i </w:t>
            </w:r>
            <w:r w:rsidR="0044747F" w:rsidRPr="00587215">
              <w:rPr>
                <w:rFonts w:ascii="Corbel" w:hAnsi="Corbel" w:cs="Times New Roman"/>
                <w:color w:val="auto"/>
              </w:rPr>
              <w:t xml:space="preserve">racjonalnie oceniać </w:t>
            </w:r>
            <w:r w:rsidR="00D35118" w:rsidRPr="00587215">
              <w:rPr>
                <w:rFonts w:ascii="Corbel" w:hAnsi="Corbel" w:cs="Times New Roman"/>
                <w:color w:val="auto"/>
              </w:rPr>
              <w:t>nietypowe i złożone</w:t>
            </w:r>
            <w:r w:rsidR="0044747F" w:rsidRPr="00587215">
              <w:rPr>
                <w:rFonts w:ascii="Corbel" w:hAnsi="Corbel" w:cs="Times New Roman"/>
                <w:color w:val="auto"/>
              </w:rPr>
              <w:t xml:space="preserve"> sytuacje oraz analizować motywy i wzory zachowań</w:t>
            </w:r>
            <w:r w:rsidR="00180354" w:rsidRPr="00587215">
              <w:rPr>
                <w:rFonts w:ascii="Corbel" w:hAnsi="Corbel" w:cs="Times New Roman"/>
                <w:color w:val="auto"/>
              </w:rPr>
              <w:t xml:space="preserve"> </w:t>
            </w:r>
            <w:r w:rsidR="00814302" w:rsidRPr="00587215">
              <w:rPr>
                <w:rFonts w:ascii="Corbel" w:hAnsi="Corbel" w:cs="Times New Roman"/>
                <w:color w:val="auto"/>
              </w:rPr>
              <w:t>politycznych</w:t>
            </w:r>
            <w:r w:rsidR="00E31C75" w:rsidRPr="00587215">
              <w:rPr>
                <w:rFonts w:ascii="Corbel" w:hAnsi="Corbel" w:cs="Times New Roman"/>
                <w:color w:val="auto"/>
              </w:rPr>
              <w:t>, ze szczególnym uwzględnieniem zachowań wyborczych</w:t>
            </w:r>
          </w:p>
        </w:tc>
        <w:tc>
          <w:tcPr>
            <w:tcW w:w="1732" w:type="dxa"/>
          </w:tcPr>
          <w:p w14:paraId="47A4EAFB" w14:textId="5680CAAB" w:rsidR="0044747F" w:rsidRPr="00587215" w:rsidRDefault="00752178" w:rsidP="00712EA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</w:tc>
      </w:tr>
      <w:tr w:rsidR="0044747F" w:rsidRPr="00587215" w14:paraId="341C2CF7" w14:textId="77777777" w:rsidTr="003D625B">
        <w:tc>
          <w:tcPr>
            <w:tcW w:w="1418" w:type="dxa"/>
          </w:tcPr>
          <w:p w14:paraId="130B18AE" w14:textId="77777777" w:rsidR="0044747F" w:rsidRPr="00587215" w:rsidRDefault="0044747F" w:rsidP="004474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  <w:p w14:paraId="2BBE8788" w14:textId="77777777" w:rsidR="0044747F" w:rsidRPr="00587215" w:rsidRDefault="0044747F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20" w:type="dxa"/>
          </w:tcPr>
          <w:p w14:paraId="47622859" w14:textId="67364E49" w:rsidR="0044747F" w:rsidRPr="00587215" w:rsidRDefault="009B64F2" w:rsidP="009B5CC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587215">
              <w:rPr>
                <w:rFonts w:ascii="Corbel" w:hAnsi="Corbel" w:cs="Times New Roman"/>
                <w:color w:val="auto"/>
              </w:rPr>
              <w:t>j</w:t>
            </w:r>
            <w:r w:rsidR="0044747F" w:rsidRPr="00587215">
              <w:rPr>
                <w:rFonts w:ascii="Corbel" w:hAnsi="Corbel" w:cs="Times New Roman"/>
                <w:color w:val="auto"/>
              </w:rPr>
              <w:t xml:space="preserve">est gotowy do wykorzystania swoich cech osobistych, wiedzy i kompetencji zawodowych do tworzenia środowiska społecznego sprzyjającego </w:t>
            </w:r>
            <w:r w:rsidR="00791330" w:rsidRPr="00587215">
              <w:rPr>
                <w:rFonts w:ascii="Corbel" w:hAnsi="Corbel" w:cs="Times New Roman"/>
                <w:color w:val="auto"/>
              </w:rPr>
              <w:t>zachowaniom prospołecznym</w:t>
            </w:r>
            <w:r w:rsidR="00351BD0" w:rsidRPr="00587215">
              <w:rPr>
                <w:rFonts w:ascii="Corbel" w:hAnsi="Corbel" w:cs="Times New Roman"/>
                <w:color w:val="auto"/>
              </w:rPr>
              <w:t xml:space="preserve"> oraz zapobiegania zachowani</w:t>
            </w:r>
            <w:r w:rsidR="00604619" w:rsidRPr="00587215">
              <w:rPr>
                <w:rFonts w:ascii="Corbel" w:hAnsi="Corbel" w:cs="Times New Roman"/>
                <w:color w:val="auto"/>
              </w:rPr>
              <w:t>o</w:t>
            </w:r>
            <w:r w:rsidR="00351BD0" w:rsidRPr="00587215">
              <w:rPr>
                <w:rFonts w:ascii="Corbel" w:hAnsi="Corbel" w:cs="Times New Roman"/>
                <w:color w:val="auto"/>
              </w:rPr>
              <w:t xml:space="preserve">m antyspołecznym, ze szczególnym uwzględnieniem </w:t>
            </w:r>
            <w:r w:rsidR="00775CB7" w:rsidRPr="00587215">
              <w:rPr>
                <w:rFonts w:ascii="Corbel" w:hAnsi="Corbel" w:cs="Times New Roman"/>
                <w:color w:val="auto"/>
              </w:rPr>
              <w:t>psychopatologii polityki</w:t>
            </w:r>
          </w:p>
        </w:tc>
        <w:tc>
          <w:tcPr>
            <w:tcW w:w="1732" w:type="dxa"/>
          </w:tcPr>
          <w:p w14:paraId="1BB2C42A" w14:textId="77777777" w:rsidR="0044747F" w:rsidRPr="00587215" w:rsidRDefault="0044747F" w:rsidP="00712EA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87215">
              <w:rPr>
                <w:rFonts w:ascii="Corbel" w:hAnsi="Corbel" w:cs="Times New Roman"/>
                <w:color w:val="auto"/>
              </w:rPr>
              <w:t>K_K11</w:t>
            </w:r>
          </w:p>
        </w:tc>
      </w:tr>
    </w:tbl>
    <w:p w14:paraId="37F5D1ED" w14:textId="77777777" w:rsidR="000F13C1" w:rsidRPr="00587215" w:rsidRDefault="000F13C1" w:rsidP="003D625B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2D66DD4" w14:textId="77777777" w:rsidR="00752178" w:rsidRDefault="0075217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C8354E6" w14:textId="5AB452B9" w:rsidR="0085747A" w:rsidRPr="00587215" w:rsidRDefault="00675843" w:rsidP="003D625B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58721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587215">
        <w:rPr>
          <w:rFonts w:ascii="Corbel" w:hAnsi="Corbel"/>
          <w:b/>
          <w:sz w:val="24"/>
          <w:szCs w:val="24"/>
        </w:rPr>
        <w:t>T</w:t>
      </w:r>
      <w:r w:rsidR="001D7B54" w:rsidRPr="00587215">
        <w:rPr>
          <w:rFonts w:ascii="Corbel" w:hAnsi="Corbel"/>
          <w:b/>
          <w:sz w:val="24"/>
          <w:szCs w:val="24"/>
        </w:rPr>
        <w:t xml:space="preserve">reści programowe </w:t>
      </w:r>
    </w:p>
    <w:p w14:paraId="055CF9AA" w14:textId="77777777" w:rsidR="0085747A" w:rsidRPr="0058721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8721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5B29" w:rsidRPr="00587215" w14:paraId="41C1BD20" w14:textId="77777777" w:rsidTr="003D625B">
        <w:tc>
          <w:tcPr>
            <w:tcW w:w="9520" w:type="dxa"/>
          </w:tcPr>
          <w:p w14:paraId="5AE296D8" w14:textId="77777777" w:rsidR="00B56E1F" w:rsidRPr="00587215" w:rsidRDefault="00B56E1F" w:rsidP="000F13C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8721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D5B29" w:rsidRPr="00587215" w14:paraId="3D7DA7F4" w14:textId="77777777" w:rsidTr="003D625B">
        <w:tc>
          <w:tcPr>
            <w:tcW w:w="9520" w:type="dxa"/>
          </w:tcPr>
          <w:p w14:paraId="40815A9A" w14:textId="77777777" w:rsidR="00B63292" w:rsidRPr="00587215" w:rsidRDefault="001462C5" w:rsidP="000F1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Wprowadzenie do psychologii i socjologii polityki</w:t>
            </w:r>
            <w:r w:rsidR="003F1AB8" w:rsidRPr="00587215">
              <w:rPr>
                <w:rFonts w:ascii="Corbel" w:hAnsi="Corbel"/>
                <w:sz w:val="24"/>
                <w:szCs w:val="24"/>
              </w:rPr>
              <w:t xml:space="preserve"> – obszar badań, zastosowanie, najważniejsi badacze, kluczowe teorie.</w:t>
            </w:r>
          </w:p>
        </w:tc>
      </w:tr>
      <w:tr w:rsidR="00BD5B29" w:rsidRPr="00587215" w14:paraId="74607CC5" w14:textId="77777777" w:rsidTr="003D625B">
        <w:tc>
          <w:tcPr>
            <w:tcW w:w="9520" w:type="dxa"/>
          </w:tcPr>
          <w:p w14:paraId="18A10599" w14:textId="77777777" w:rsidR="00B56E1F" w:rsidRPr="00587215" w:rsidRDefault="001462C5" w:rsidP="000F13C1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587215">
              <w:rPr>
                <w:rFonts w:ascii="Corbel" w:hAnsi="Corbel"/>
                <w:noProof/>
                <w:sz w:val="24"/>
                <w:szCs w:val="24"/>
              </w:rPr>
              <w:t>Społeczne podstawy życia politycznego</w:t>
            </w:r>
            <w:r w:rsidR="00D63A3B" w:rsidRPr="00587215">
              <w:rPr>
                <w:rFonts w:ascii="Corbel" w:hAnsi="Corbel"/>
                <w:noProof/>
                <w:sz w:val="24"/>
                <w:szCs w:val="24"/>
              </w:rPr>
              <w:t xml:space="preserve">–socjalizacja polityczna, </w:t>
            </w:r>
            <w:r w:rsidR="00871FD4" w:rsidRPr="00587215">
              <w:rPr>
                <w:rFonts w:ascii="Corbel" w:hAnsi="Corbel"/>
                <w:noProof/>
                <w:sz w:val="24"/>
                <w:szCs w:val="24"/>
              </w:rPr>
              <w:t xml:space="preserve">kultura polityczna, </w:t>
            </w:r>
            <w:r w:rsidR="00972078" w:rsidRPr="00587215">
              <w:rPr>
                <w:rFonts w:ascii="Corbel" w:hAnsi="Corbel"/>
                <w:noProof/>
                <w:sz w:val="24"/>
                <w:szCs w:val="24"/>
              </w:rPr>
              <w:t>zaangażowanie polityczne</w:t>
            </w:r>
            <w:r w:rsidR="00D3659B" w:rsidRPr="00587215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BD5B29" w:rsidRPr="00587215" w14:paraId="67495417" w14:textId="77777777" w:rsidTr="003D625B">
        <w:tc>
          <w:tcPr>
            <w:tcW w:w="9520" w:type="dxa"/>
          </w:tcPr>
          <w:p w14:paraId="349F88A1" w14:textId="77777777" w:rsidR="00222CB7" w:rsidRPr="00587215" w:rsidRDefault="002E00A5" w:rsidP="000F13C1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587215">
              <w:rPr>
                <w:rFonts w:ascii="Corbel" w:hAnsi="Corbel"/>
                <w:noProof/>
                <w:sz w:val="24"/>
                <w:szCs w:val="24"/>
              </w:rPr>
              <w:t xml:space="preserve">Zachowania polityczne </w:t>
            </w:r>
            <w:r w:rsidR="00B63292" w:rsidRPr="00587215">
              <w:rPr>
                <w:rFonts w:ascii="Corbel" w:hAnsi="Corbel"/>
                <w:noProof/>
                <w:sz w:val="24"/>
                <w:szCs w:val="24"/>
              </w:rPr>
              <w:t>–socjologiczne i psychologiczne uwarunkowania zachowań politycznych.</w:t>
            </w:r>
          </w:p>
        </w:tc>
      </w:tr>
      <w:tr w:rsidR="00BD5B29" w:rsidRPr="00587215" w14:paraId="44742D9A" w14:textId="77777777" w:rsidTr="003D625B">
        <w:tc>
          <w:tcPr>
            <w:tcW w:w="9520" w:type="dxa"/>
          </w:tcPr>
          <w:p w14:paraId="032BDAC3" w14:textId="77777777" w:rsidR="0003460D" w:rsidRPr="00587215" w:rsidRDefault="005D0DDF" w:rsidP="000F13C1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 xml:space="preserve">Lęk i niepewność – wpływ gwałtownych zmian społecznych i </w:t>
            </w:r>
            <w:r w:rsidR="0003460D" w:rsidRPr="00587215">
              <w:rPr>
                <w:rFonts w:ascii="Corbel" w:hAnsi="Corbel"/>
                <w:sz w:val="24"/>
                <w:szCs w:val="24"/>
              </w:rPr>
              <w:t>kulturowych na zachowania polityczne.</w:t>
            </w:r>
          </w:p>
        </w:tc>
      </w:tr>
      <w:tr w:rsidR="00BD5B29" w:rsidRPr="00587215" w14:paraId="62EDA02B" w14:textId="77777777" w:rsidTr="003D625B">
        <w:tc>
          <w:tcPr>
            <w:tcW w:w="9520" w:type="dxa"/>
          </w:tcPr>
          <w:p w14:paraId="380640B8" w14:textId="77777777" w:rsidR="00CA7885" w:rsidRPr="00587215" w:rsidRDefault="0035666C" w:rsidP="000F13C1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Psychologiczne uwarunkowania preferencji</w:t>
            </w:r>
            <w:r w:rsidR="00AE4EB5" w:rsidRPr="00587215">
              <w:rPr>
                <w:rFonts w:ascii="Corbel" w:hAnsi="Corbel"/>
                <w:sz w:val="24"/>
                <w:szCs w:val="24"/>
              </w:rPr>
              <w:t>,</w:t>
            </w:r>
            <w:r w:rsidR="003D1EAD" w:rsidRPr="00587215">
              <w:rPr>
                <w:rFonts w:ascii="Corbel" w:hAnsi="Corbel"/>
                <w:sz w:val="24"/>
                <w:szCs w:val="24"/>
              </w:rPr>
              <w:t xml:space="preserve"> poglądów</w:t>
            </w:r>
            <w:r w:rsidR="00AE4EB5" w:rsidRPr="00587215">
              <w:rPr>
                <w:rFonts w:ascii="Corbel" w:hAnsi="Corbel"/>
                <w:sz w:val="24"/>
                <w:szCs w:val="24"/>
              </w:rPr>
              <w:t xml:space="preserve"> i ideologii</w:t>
            </w:r>
            <w:r w:rsidRPr="00587215">
              <w:rPr>
                <w:rFonts w:ascii="Corbel" w:hAnsi="Corbel"/>
                <w:sz w:val="24"/>
                <w:szCs w:val="24"/>
              </w:rPr>
              <w:t xml:space="preserve"> politycznych</w:t>
            </w:r>
            <w:r w:rsidR="00B619F1" w:rsidRPr="00587215">
              <w:rPr>
                <w:rFonts w:ascii="Corbel" w:hAnsi="Corbel"/>
                <w:sz w:val="24"/>
                <w:szCs w:val="24"/>
              </w:rPr>
              <w:t>–przegląd najważniejszych teorii</w:t>
            </w:r>
            <w:r w:rsidR="00CA7885" w:rsidRPr="00587215">
              <w:rPr>
                <w:rFonts w:ascii="Corbel" w:hAnsi="Corbel"/>
                <w:sz w:val="24"/>
                <w:szCs w:val="24"/>
              </w:rPr>
              <w:t xml:space="preserve"> i koncepcji.</w:t>
            </w:r>
          </w:p>
        </w:tc>
      </w:tr>
      <w:tr w:rsidR="004733A0" w:rsidRPr="00587215" w14:paraId="4C904189" w14:textId="77777777" w:rsidTr="003D625B">
        <w:tc>
          <w:tcPr>
            <w:tcW w:w="9520" w:type="dxa"/>
          </w:tcPr>
          <w:p w14:paraId="51267CD8" w14:textId="77777777" w:rsidR="004733A0" w:rsidRPr="00587215" w:rsidRDefault="004733A0" w:rsidP="000F13C1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Zachowania prospołeczne i zachowania antyspołeczne – przegląd najważniejszych teorii i hipotez m.in. teoria norm, empatia i zachowania altruistyczne, teoria frustracji, teoria uczenia się</w:t>
            </w:r>
          </w:p>
        </w:tc>
      </w:tr>
    </w:tbl>
    <w:p w14:paraId="552F0128" w14:textId="77777777" w:rsidR="0085747A" w:rsidRPr="0058721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4C33F3" w14:textId="77777777" w:rsidR="0085747A" w:rsidRPr="0058721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721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87215">
        <w:rPr>
          <w:rFonts w:ascii="Corbel" w:hAnsi="Corbel"/>
          <w:sz w:val="24"/>
          <w:szCs w:val="24"/>
        </w:rPr>
        <w:t xml:space="preserve">, </w:t>
      </w:r>
      <w:r w:rsidRPr="00587215">
        <w:rPr>
          <w:rFonts w:ascii="Corbel" w:hAnsi="Corbel"/>
          <w:sz w:val="24"/>
          <w:szCs w:val="24"/>
        </w:rPr>
        <w:t xml:space="preserve">zajęć praktycznych </w:t>
      </w:r>
    </w:p>
    <w:p w14:paraId="1171B1A5" w14:textId="77777777" w:rsidR="0085747A" w:rsidRPr="0058721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5B29" w:rsidRPr="00587215" w14:paraId="36FF8A9B" w14:textId="77777777" w:rsidTr="00BD5B29">
        <w:tc>
          <w:tcPr>
            <w:tcW w:w="9520" w:type="dxa"/>
          </w:tcPr>
          <w:p w14:paraId="51B8BB8A" w14:textId="29664407" w:rsidR="0085747A" w:rsidRPr="0058721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87215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</w:tbl>
    <w:p w14:paraId="04751E40" w14:textId="77777777" w:rsidR="0085747A" w:rsidRPr="0058721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162ABC" w14:textId="77777777" w:rsidR="0085747A" w:rsidRPr="00587215" w:rsidRDefault="009F4610" w:rsidP="000F13C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7215">
        <w:rPr>
          <w:rFonts w:ascii="Corbel" w:hAnsi="Corbel"/>
          <w:smallCaps w:val="0"/>
          <w:szCs w:val="24"/>
        </w:rPr>
        <w:t>3.4 Metody dydaktyczne</w:t>
      </w:r>
    </w:p>
    <w:p w14:paraId="19722B97" w14:textId="77777777" w:rsidR="0085747A" w:rsidRPr="00587215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7215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BFF09A9" w14:textId="77777777" w:rsidR="00E960BB" w:rsidRPr="0058721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226F04" w14:textId="77777777" w:rsidR="0085747A" w:rsidRPr="0058721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7215">
        <w:rPr>
          <w:rFonts w:ascii="Corbel" w:hAnsi="Corbel"/>
          <w:smallCaps w:val="0"/>
          <w:szCs w:val="24"/>
        </w:rPr>
        <w:t xml:space="preserve">4. </w:t>
      </w:r>
      <w:r w:rsidR="0085747A" w:rsidRPr="00587215">
        <w:rPr>
          <w:rFonts w:ascii="Corbel" w:hAnsi="Corbel"/>
          <w:smallCaps w:val="0"/>
          <w:szCs w:val="24"/>
        </w:rPr>
        <w:t>METODY I KRYTERIA OCENY</w:t>
      </w:r>
    </w:p>
    <w:p w14:paraId="4E099F07" w14:textId="77777777" w:rsidR="00923D7D" w:rsidRPr="0058721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26C0AF" w14:textId="77777777" w:rsidR="0085747A" w:rsidRPr="00587215" w:rsidRDefault="0085747A" w:rsidP="000F13C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721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7215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D5B29" w:rsidRPr="00587215" w14:paraId="4958A2DA" w14:textId="77777777" w:rsidTr="00C17F1A">
        <w:tc>
          <w:tcPr>
            <w:tcW w:w="1962" w:type="dxa"/>
            <w:vAlign w:val="center"/>
          </w:tcPr>
          <w:p w14:paraId="03BADE0F" w14:textId="77777777" w:rsidR="0085747A" w:rsidRPr="0058721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E588D1" w14:textId="77777777" w:rsidR="0085747A" w:rsidRPr="0058721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14:paraId="2ABE8994" w14:textId="77777777" w:rsidR="0085747A" w:rsidRPr="0058721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58721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B0A976" w14:textId="77777777" w:rsidR="00923D7D" w:rsidRPr="005872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6204A3" w14:textId="77777777" w:rsidR="0085747A" w:rsidRPr="0058721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825CA" w:rsidRPr="00587215" w14:paraId="10D7EAF2" w14:textId="77777777" w:rsidTr="00C17F1A">
        <w:tc>
          <w:tcPr>
            <w:tcW w:w="1962" w:type="dxa"/>
            <w:vAlign w:val="center"/>
          </w:tcPr>
          <w:p w14:paraId="686C6387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2133262F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424CA161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825CA" w:rsidRPr="00587215" w14:paraId="6954479A" w14:textId="77777777" w:rsidTr="00C17F1A">
        <w:tc>
          <w:tcPr>
            <w:tcW w:w="1962" w:type="dxa"/>
            <w:vAlign w:val="center"/>
          </w:tcPr>
          <w:p w14:paraId="465CFE2F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8903AB8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5029A964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825CA" w:rsidRPr="00587215" w14:paraId="5112910E" w14:textId="77777777" w:rsidTr="00C17F1A">
        <w:tc>
          <w:tcPr>
            <w:tcW w:w="1962" w:type="dxa"/>
            <w:vAlign w:val="center"/>
          </w:tcPr>
          <w:p w14:paraId="614BDCD3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6636A7D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1EF8FD1A" w14:textId="77777777" w:rsidR="00F825CA" w:rsidRPr="00587215" w:rsidRDefault="00F825CA" w:rsidP="005872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825CA" w:rsidRPr="00587215" w14:paraId="512044E8" w14:textId="77777777" w:rsidTr="00C17F1A">
        <w:tc>
          <w:tcPr>
            <w:tcW w:w="1962" w:type="dxa"/>
            <w:vAlign w:val="center"/>
          </w:tcPr>
          <w:p w14:paraId="5053B248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35EB5916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20C56E2C" w14:textId="77777777" w:rsidR="00F825CA" w:rsidRPr="00587215" w:rsidRDefault="00F825CA" w:rsidP="005872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825CA" w:rsidRPr="00587215" w14:paraId="00A6ED03" w14:textId="77777777" w:rsidTr="00C17F1A">
        <w:tc>
          <w:tcPr>
            <w:tcW w:w="1962" w:type="dxa"/>
            <w:vAlign w:val="center"/>
          </w:tcPr>
          <w:p w14:paraId="5E005797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4E2D177E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32EB1C3C" w14:textId="77777777" w:rsidR="00F825CA" w:rsidRPr="00587215" w:rsidRDefault="00F825CA" w:rsidP="005872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825CA" w:rsidRPr="00587215" w14:paraId="19000686" w14:textId="77777777" w:rsidTr="00C17F1A">
        <w:tc>
          <w:tcPr>
            <w:tcW w:w="1962" w:type="dxa"/>
            <w:vAlign w:val="center"/>
          </w:tcPr>
          <w:p w14:paraId="1EDF3CF2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7531D3DF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139A140E" w14:textId="77777777" w:rsidR="00F825CA" w:rsidRPr="00587215" w:rsidRDefault="00F825CA" w:rsidP="005872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825CA" w:rsidRPr="00587215" w14:paraId="71DB08F6" w14:textId="77777777" w:rsidTr="00C17F1A">
        <w:tc>
          <w:tcPr>
            <w:tcW w:w="1962" w:type="dxa"/>
            <w:vAlign w:val="center"/>
          </w:tcPr>
          <w:p w14:paraId="31070751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14:paraId="75B07096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0CDC133F" w14:textId="77777777" w:rsidR="00F825CA" w:rsidRPr="00587215" w:rsidRDefault="00F825CA" w:rsidP="005872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825CA" w:rsidRPr="00587215" w14:paraId="104FC88C" w14:textId="77777777" w:rsidTr="00C17F1A">
        <w:tc>
          <w:tcPr>
            <w:tcW w:w="1962" w:type="dxa"/>
            <w:vAlign w:val="center"/>
          </w:tcPr>
          <w:p w14:paraId="7AF3C498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14:paraId="74C9E58A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0077D5C0" w14:textId="77777777" w:rsidR="00F825CA" w:rsidRPr="00587215" w:rsidRDefault="00F825CA" w:rsidP="005872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825CA" w:rsidRPr="00587215" w14:paraId="6986311E" w14:textId="77777777" w:rsidTr="00C17F1A">
        <w:tc>
          <w:tcPr>
            <w:tcW w:w="1962" w:type="dxa"/>
            <w:vAlign w:val="center"/>
          </w:tcPr>
          <w:p w14:paraId="5FCD5343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441" w:type="dxa"/>
            <w:vAlign w:val="center"/>
          </w:tcPr>
          <w:p w14:paraId="630023B7" w14:textId="77777777" w:rsidR="00F825CA" w:rsidRPr="00587215" w:rsidRDefault="00F825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Kolokwium dwuczęściowe – test wielokrotnego wyboru oraz pytania otwarte</w:t>
            </w:r>
          </w:p>
        </w:tc>
        <w:tc>
          <w:tcPr>
            <w:tcW w:w="2117" w:type="dxa"/>
            <w:vAlign w:val="center"/>
          </w:tcPr>
          <w:p w14:paraId="17671B12" w14:textId="77777777" w:rsidR="00F825CA" w:rsidRPr="00587215" w:rsidRDefault="00F825CA" w:rsidP="005872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5C1732D9" w14:textId="77777777" w:rsidR="00923D7D" w:rsidRPr="0058721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069EB4" w14:textId="77777777" w:rsidR="0085747A" w:rsidRPr="0058721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7215">
        <w:rPr>
          <w:rFonts w:ascii="Corbel" w:hAnsi="Corbel"/>
          <w:smallCaps w:val="0"/>
          <w:szCs w:val="24"/>
        </w:rPr>
        <w:t xml:space="preserve">4.2 </w:t>
      </w:r>
      <w:r w:rsidR="0085747A" w:rsidRPr="00587215">
        <w:rPr>
          <w:rFonts w:ascii="Corbel" w:hAnsi="Corbel"/>
          <w:smallCaps w:val="0"/>
          <w:szCs w:val="24"/>
        </w:rPr>
        <w:t>Warunki zaliczenia przedmiotu (kryteria oceniania)</w:t>
      </w:r>
    </w:p>
    <w:p w14:paraId="76031A22" w14:textId="77777777" w:rsidR="009B53BB" w:rsidRPr="00587215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87215">
        <w:rPr>
          <w:rFonts w:ascii="Corbel" w:hAnsi="Corbel"/>
          <w:b w:val="0"/>
          <w:smallCaps w:val="0"/>
          <w:szCs w:val="24"/>
        </w:rPr>
        <w:t xml:space="preserve">1.  </w:t>
      </w:r>
      <w:r w:rsidR="006403F6" w:rsidRPr="00587215">
        <w:rPr>
          <w:rFonts w:ascii="Corbel" w:hAnsi="Corbel"/>
          <w:b w:val="0"/>
          <w:smallCaps w:val="0"/>
          <w:szCs w:val="24"/>
        </w:rPr>
        <w:t xml:space="preserve">zaliczenie </w:t>
      </w:r>
      <w:r w:rsidR="00863227" w:rsidRPr="00587215">
        <w:rPr>
          <w:rFonts w:ascii="Corbel" w:hAnsi="Corbel"/>
          <w:b w:val="0"/>
          <w:smallCaps w:val="0"/>
          <w:szCs w:val="24"/>
        </w:rPr>
        <w:t>kolokwium</w:t>
      </w:r>
      <w:r w:rsidR="006403F6" w:rsidRPr="00587215">
        <w:rPr>
          <w:rFonts w:ascii="Corbel" w:hAnsi="Corbel"/>
          <w:b w:val="0"/>
          <w:smallCaps w:val="0"/>
          <w:szCs w:val="24"/>
        </w:rPr>
        <w:t xml:space="preserve"> bez oceny</w:t>
      </w:r>
      <w:r w:rsidR="00863227" w:rsidRPr="00587215">
        <w:rPr>
          <w:rFonts w:ascii="Corbel" w:hAnsi="Corbel"/>
          <w:b w:val="0"/>
          <w:smallCaps w:val="0"/>
          <w:szCs w:val="24"/>
        </w:rPr>
        <w:t xml:space="preserve"> </w:t>
      </w:r>
      <w:r w:rsidR="0018797B" w:rsidRPr="00587215">
        <w:rPr>
          <w:rFonts w:ascii="Corbel" w:hAnsi="Corbel"/>
          <w:b w:val="0"/>
          <w:smallCaps w:val="0"/>
          <w:szCs w:val="24"/>
        </w:rPr>
        <w:t xml:space="preserve">(uzyskanie minimum </w:t>
      </w:r>
      <w:r w:rsidR="00091D4A" w:rsidRPr="00587215">
        <w:rPr>
          <w:rFonts w:ascii="Corbel" w:hAnsi="Corbel"/>
          <w:b w:val="0"/>
          <w:smallCaps w:val="0"/>
          <w:szCs w:val="24"/>
        </w:rPr>
        <w:t>6</w:t>
      </w:r>
      <w:r w:rsidR="0018797B" w:rsidRPr="00587215">
        <w:rPr>
          <w:rFonts w:ascii="Corbel" w:hAnsi="Corbel"/>
          <w:b w:val="0"/>
          <w:smallCaps w:val="0"/>
          <w:szCs w:val="24"/>
        </w:rPr>
        <w:t>0% punktów z kolokwium jest kryterium zaliczenia przedmiotu)</w:t>
      </w:r>
    </w:p>
    <w:p w14:paraId="700E73C6" w14:textId="77777777" w:rsidR="009B53BB" w:rsidRPr="00587215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87215">
        <w:rPr>
          <w:rFonts w:ascii="Corbel" w:hAnsi="Corbel"/>
          <w:b w:val="0"/>
          <w:smallCaps w:val="0"/>
          <w:szCs w:val="24"/>
        </w:rPr>
        <w:t>2. obecność na wykładach</w:t>
      </w:r>
    </w:p>
    <w:p w14:paraId="757C6E2F" w14:textId="77777777" w:rsidR="0085747A" w:rsidRPr="0058721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9BF9A2" w14:textId="77777777" w:rsidR="009F4610" w:rsidRPr="0058721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7215">
        <w:rPr>
          <w:rFonts w:ascii="Corbel" w:hAnsi="Corbel"/>
          <w:b/>
          <w:sz w:val="24"/>
          <w:szCs w:val="24"/>
        </w:rPr>
        <w:t xml:space="preserve">5. </w:t>
      </w:r>
      <w:r w:rsidR="00C61DC5" w:rsidRPr="0058721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BD5B29" w:rsidRPr="00587215" w14:paraId="7E9C2F31" w14:textId="77777777" w:rsidTr="00702E90">
        <w:tc>
          <w:tcPr>
            <w:tcW w:w="5416" w:type="dxa"/>
            <w:vAlign w:val="center"/>
          </w:tcPr>
          <w:p w14:paraId="17C49FBC" w14:textId="77777777" w:rsidR="000C5696" w:rsidRPr="00587215" w:rsidRDefault="000C5696" w:rsidP="005872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721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04" w:type="dxa"/>
            <w:vAlign w:val="center"/>
          </w:tcPr>
          <w:p w14:paraId="6D30A7A4" w14:textId="77777777" w:rsidR="000C5696" w:rsidRPr="00587215" w:rsidRDefault="000C5696" w:rsidP="005872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721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D5B29" w:rsidRPr="00587215" w14:paraId="3F66D518" w14:textId="77777777" w:rsidTr="00702E90">
        <w:tc>
          <w:tcPr>
            <w:tcW w:w="5416" w:type="dxa"/>
          </w:tcPr>
          <w:p w14:paraId="48CB6B4D" w14:textId="742DB085" w:rsidR="000C5696" w:rsidRPr="00587215" w:rsidRDefault="000C5696" w:rsidP="005872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Godz</w:t>
            </w:r>
            <w:r w:rsidR="00587215">
              <w:rPr>
                <w:rFonts w:ascii="Corbel" w:hAnsi="Corbel"/>
                <w:sz w:val="24"/>
                <w:szCs w:val="24"/>
              </w:rPr>
              <w:t xml:space="preserve">iny </w:t>
            </w:r>
            <w:r w:rsidRPr="00587215">
              <w:rPr>
                <w:rFonts w:ascii="Corbel" w:hAnsi="Corbel"/>
                <w:sz w:val="24"/>
                <w:szCs w:val="24"/>
              </w:rPr>
              <w:t xml:space="preserve">z </w:t>
            </w:r>
            <w:r w:rsidR="0058721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72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3EE05698" w14:textId="77777777" w:rsidR="000C5696" w:rsidRPr="00587215" w:rsidRDefault="000A714A" w:rsidP="008643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D5B29" w:rsidRPr="00587215" w14:paraId="3EDD9411" w14:textId="77777777" w:rsidTr="00702E90">
        <w:tc>
          <w:tcPr>
            <w:tcW w:w="5416" w:type="dxa"/>
          </w:tcPr>
          <w:p w14:paraId="6709C552" w14:textId="035E15EA" w:rsidR="000C5696" w:rsidRPr="00587215" w:rsidRDefault="000C5696" w:rsidP="00F50A5F">
            <w:pPr>
              <w:pStyle w:val="Akapitzlist"/>
              <w:tabs>
                <w:tab w:val="left" w:pos="354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02E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50A5F">
              <w:rPr>
                <w:rFonts w:ascii="Corbel" w:hAnsi="Corbel"/>
                <w:sz w:val="24"/>
                <w:szCs w:val="24"/>
              </w:rPr>
              <w:t>akademickiego:</w:t>
            </w:r>
          </w:p>
          <w:p w14:paraId="7CE3BF31" w14:textId="534C7D89" w:rsidR="003B346E" w:rsidRPr="00587215" w:rsidRDefault="003B346E" w:rsidP="005872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-</w:t>
            </w:r>
            <w:r w:rsidR="00D35118" w:rsidRPr="00587215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587215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82AA3ED" w14:textId="6ED4538E" w:rsidR="000C5696" w:rsidRPr="00587215" w:rsidRDefault="003B346E" w:rsidP="005872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-</w:t>
            </w:r>
            <w:r w:rsidR="00D35118" w:rsidRPr="005872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7215">
              <w:rPr>
                <w:rFonts w:ascii="Corbel" w:hAnsi="Corbel"/>
                <w:sz w:val="24"/>
                <w:szCs w:val="24"/>
              </w:rPr>
              <w:t>udział</w:t>
            </w:r>
            <w:r w:rsidR="0053302D">
              <w:rPr>
                <w:rFonts w:ascii="Corbel" w:hAnsi="Corbel"/>
                <w:sz w:val="24"/>
                <w:szCs w:val="24"/>
              </w:rPr>
              <w:t xml:space="preserve"> </w:t>
            </w:r>
            <w:r w:rsidR="008F03B0" w:rsidRPr="00587215">
              <w:rPr>
                <w:rFonts w:ascii="Corbel" w:hAnsi="Corbel"/>
                <w:sz w:val="24"/>
                <w:szCs w:val="24"/>
              </w:rPr>
              <w:t xml:space="preserve">w </w:t>
            </w:r>
            <w:r w:rsidR="00863227" w:rsidRPr="0058721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104" w:type="dxa"/>
          </w:tcPr>
          <w:p w14:paraId="26DF8EF2" w14:textId="77777777" w:rsidR="003B346E" w:rsidRPr="00587215" w:rsidRDefault="003B346E" w:rsidP="00D351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97B9734" w14:textId="77777777" w:rsidR="003B346E" w:rsidRPr="00587215" w:rsidRDefault="000A714A" w:rsidP="008643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2</w:t>
            </w:r>
          </w:p>
          <w:p w14:paraId="4564960F" w14:textId="77777777" w:rsidR="000C5696" w:rsidRPr="00587215" w:rsidRDefault="0050664A" w:rsidP="008643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D5B29" w:rsidRPr="00587215" w14:paraId="472E40A7" w14:textId="77777777" w:rsidTr="00702E90">
        <w:tc>
          <w:tcPr>
            <w:tcW w:w="5416" w:type="dxa"/>
            <w:shd w:val="clear" w:color="auto" w:fill="auto"/>
          </w:tcPr>
          <w:p w14:paraId="5586291D" w14:textId="77777777" w:rsidR="000C5696" w:rsidRPr="00587215" w:rsidRDefault="000C5696" w:rsidP="005872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587215">
              <w:rPr>
                <w:rFonts w:ascii="Corbel" w:hAnsi="Corbel"/>
                <w:sz w:val="24"/>
                <w:szCs w:val="24"/>
              </w:rPr>
              <w:t>:</w:t>
            </w:r>
          </w:p>
          <w:p w14:paraId="16E42EAE" w14:textId="0C2CDDEB" w:rsidR="003B346E" w:rsidRPr="00587215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-</w:t>
            </w:r>
            <w:r w:rsidR="00D35118" w:rsidRPr="00587215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587215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A35E02" w:rsidRPr="00587215">
              <w:rPr>
                <w:rFonts w:ascii="Corbel" w:hAnsi="Corbel"/>
                <w:sz w:val="24"/>
                <w:szCs w:val="24"/>
              </w:rPr>
              <w:t>zaliczenia przedmiotu</w:t>
            </w:r>
          </w:p>
          <w:p w14:paraId="4ADF8753" w14:textId="304A3173" w:rsidR="00A35E02" w:rsidRPr="00587215" w:rsidRDefault="003B346E" w:rsidP="00D351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-</w:t>
            </w:r>
            <w:r w:rsidR="00D35118" w:rsidRPr="00587215">
              <w:rPr>
                <w:rFonts w:ascii="Corbel" w:hAnsi="Corbel"/>
                <w:sz w:val="24"/>
                <w:szCs w:val="24"/>
              </w:rPr>
              <w:t xml:space="preserve"> </w:t>
            </w:r>
            <w:r w:rsidR="00DA323B" w:rsidRPr="00587215">
              <w:rPr>
                <w:rFonts w:ascii="Corbel" w:hAnsi="Corbel"/>
                <w:sz w:val="24"/>
                <w:szCs w:val="24"/>
              </w:rPr>
              <w:t>studiowanie literatur</w:t>
            </w:r>
            <w:r w:rsidR="008F03B0" w:rsidRPr="00587215">
              <w:rPr>
                <w:rFonts w:ascii="Corbel" w:hAnsi="Corbel"/>
                <w:sz w:val="24"/>
                <w:szCs w:val="24"/>
              </w:rPr>
              <w:t>y</w:t>
            </w:r>
          </w:p>
        </w:tc>
        <w:tc>
          <w:tcPr>
            <w:tcW w:w="4104" w:type="dxa"/>
          </w:tcPr>
          <w:p w14:paraId="2B783AC1" w14:textId="77777777" w:rsidR="00D35118" w:rsidRPr="00587215" w:rsidRDefault="00D35118" w:rsidP="00D3511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BA1F89" w14:textId="2957E1A5" w:rsidR="005B1A64" w:rsidRPr="00587215" w:rsidRDefault="000A714A" w:rsidP="00D3511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20</w:t>
            </w:r>
          </w:p>
          <w:p w14:paraId="3F58A7E8" w14:textId="77777777" w:rsidR="000A714A" w:rsidRPr="00587215" w:rsidRDefault="000A714A" w:rsidP="00D3511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1</w:t>
            </w:r>
            <w:r w:rsidR="005B1A64" w:rsidRPr="0058721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D5B29" w:rsidRPr="00587215" w14:paraId="27127A4B" w14:textId="77777777" w:rsidTr="00702E90">
        <w:tc>
          <w:tcPr>
            <w:tcW w:w="5416" w:type="dxa"/>
          </w:tcPr>
          <w:p w14:paraId="54732A8C" w14:textId="77777777" w:rsidR="000C5696" w:rsidRPr="00587215" w:rsidRDefault="000C5696" w:rsidP="005872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61341B91" w14:textId="77777777" w:rsidR="000C5696" w:rsidRPr="00587215" w:rsidRDefault="00863227" w:rsidP="008643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587215" w14:paraId="17B38AD2" w14:textId="77777777" w:rsidTr="00702E90">
        <w:tc>
          <w:tcPr>
            <w:tcW w:w="5416" w:type="dxa"/>
          </w:tcPr>
          <w:p w14:paraId="0AEA6950" w14:textId="77777777" w:rsidR="000C5696" w:rsidRPr="00587215" w:rsidRDefault="000C5696" w:rsidP="0058721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72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5DD6E246" w14:textId="77777777" w:rsidR="000C5696" w:rsidRPr="00587215" w:rsidRDefault="00C17F1A" w:rsidP="008643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72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E169A3" w14:textId="77777777" w:rsidR="0085747A" w:rsidRPr="00587215" w:rsidRDefault="00923D7D" w:rsidP="0086437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8721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721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9E79C4" w14:textId="77777777" w:rsidR="003E1941" w:rsidRPr="0058721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22F17" w14:textId="77777777" w:rsidR="0085747A" w:rsidRPr="0058721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7215">
        <w:rPr>
          <w:rFonts w:ascii="Corbel" w:hAnsi="Corbel"/>
          <w:smallCaps w:val="0"/>
          <w:szCs w:val="24"/>
        </w:rPr>
        <w:t xml:space="preserve">6. </w:t>
      </w:r>
      <w:r w:rsidR="0085747A" w:rsidRPr="00587215">
        <w:rPr>
          <w:rFonts w:ascii="Corbel" w:hAnsi="Corbel"/>
          <w:smallCaps w:val="0"/>
          <w:szCs w:val="24"/>
        </w:rPr>
        <w:t>PRAKTYKI ZAWO</w:t>
      </w:r>
      <w:r w:rsidR="009C1331" w:rsidRPr="00587215">
        <w:rPr>
          <w:rFonts w:ascii="Corbel" w:hAnsi="Corbel"/>
          <w:smallCaps w:val="0"/>
          <w:szCs w:val="24"/>
        </w:rPr>
        <w:t>DOWE W RAMACH PRZEDMIOTU</w:t>
      </w:r>
    </w:p>
    <w:p w14:paraId="43C56BDC" w14:textId="77777777" w:rsidR="0085747A" w:rsidRPr="0058721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BD5B29" w:rsidRPr="00587215" w14:paraId="56FE19D8" w14:textId="77777777" w:rsidTr="000F13C1">
        <w:trPr>
          <w:trHeight w:val="397"/>
        </w:trPr>
        <w:tc>
          <w:tcPr>
            <w:tcW w:w="3828" w:type="dxa"/>
          </w:tcPr>
          <w:p w14:paraId="07C79CFC" w14:textId="77777777" w:rsidR="0085747A" w:rsidRPr="005872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0FDE1CA8" w14:textId="77777777" w:rsidR="0085747A" w:rsidRPr="00587215" w:rsidRDefault="000F13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87215" w14:paraId="351ECE4F" w14:textId="77777777" w:rsidTr="000F13C1">
        <w:trPr>
          <w:trHeight w:val="397"/>
        </w:trPr>
        <w:tc>
          <w:tcPr>
            <w:tcW w:w="3828" w:type="dxa"/>
          </w:tcPr>
          <w:p w14:paraId="6D3251E0" w14:textId="77777777" w:rsidR="0085747A" w:rsidRPr="005872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3E7BF97C" w14:textId="77777777" w:rsidR="0085747A" w:rsidRPr="00587215" w:rsidRDefault="000F13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9DD7261" w14:textId="77777777" w:rsidR="003E1941" w:rsidRPr="0058721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79F098" w14:textId="77777777" w:rsidR="0085747A" w:rsidRPr="0058721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7215">
        <w:rPr>
          <w:rFonts w:ascii="Corbel" w:hAnsi="Corbel"/>
          <w:smallCaps w:val="0"/>
          <w:szCs w:val="24"/>
        </w:rPr>
        <w:t xml:space="preserve">7. </w:t>
      </w:r>
      <w:r w:rsidR="0085747A" w:rsidRPr="00587215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D5B29" w:rsidRPr="00587215" w14:paraId="3DB2C72C" w14:textId="77777777" w:rsidTr="00D9388E">
        <w:trPr>
          <w:trHeight w:val="397"/>
        </w:trPr>
        <w:tc>
          <w:tcPr>
            <w:tcW w:w="5000" w:type="pct"/>
          </w:tcPr>
          <w:p w14:paraId="440FCCB6" w14:textId="77777777" w:rsidR="00782A8F" w:rsidRPr="00587215" w:rsidRDefault="00DA323B" w:rsidP="00782A8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8721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D2D45A0" w14:textId="77777777" w:rsidR="001D0EB3" w:rsidRPr="00587215" w:rsidRDefault="003D625B" w:rsidP="007521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E7C">
              <w:rPr>
                <w:rFonts w:ascii="Corbel" w:hAnsi="Corbel"/>
                <w:b w:val="0"/>
                <w:smallCaps w:val="0"/>
                <w:szCs w:val="24"/>
              </w:rPr>
              <w:t>Dalton, J.R., Klingemann H-D.</w:t>
            </w:r>
            <w:r w:rsidR="001D0EB3" w:rsidRPr="004C0E7C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(2010). </w:t>
            </w:r>
            <w:r w:rsidR="001D0EB3"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>Zachowania polityczne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D0EB3"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1D0EB3"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 PWN.</w:t>
            </w:r>
          </w:p>
          <w:p w14:paraId="3CD4C6FE" w14:textId="77777777" w:rsidR="000B2FA8" w:rsidRPr="00587215" w:rsidRDefault="003D625B" w:rsidP="007521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Jakubowska, U.(2018). </w:t>
            </w:r>
            <w:r w:rsidR="000B2FA8"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>O naturze preferencji politycznych. Perspektywy psychologiczna</w:t>
            </w:r>
            <w:r w:rsidR="000B2FA8" w:rsidRPr="00587215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: PWN.</w:t>
            </w:r>
          </w:p>
          <w:p w14:paraId="49E2DD22" w14:textId="7A7E4F47" w:rsidR="00813B78" w:rsidRPr="00587215" w:rsidRDefault="003D625B" w:rsidP="007521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Skarżyńska, K. (red.)(2002). </w:t>
            </w:r>
            <w:r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>Podstawy psychologii polityki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Poznań: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Wydawnictwo Zysk i S-ka</w:t>
            </w:r>
            <w:r w:rsidR="000B2FA8"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4A398B" w14:textId="49CDE2B0" w:rsidR="000B2FA8" w:rsidRPr="00587215" w:rsidRDefault="003D625B" w:rsidP="007521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Sears, D., Huddy, L., Jervis, R. (red.)(2008).</w:t>
            </w:r>
            <w:r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>Psychologia polityczna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Kraków: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2A8F" w:rsidRPr="00587215">
              <w:rPr>
                <w:rFonts w:ascii="Corbel" w:hAnsi="Corbel"/>
                <w:b w:val="0"/>
                <w:smallCaps w:val="0"/>
                <w:szCs w:val="24"/>
              </w:rPr>
              <w:t>Wydawnict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wo Uniwersytetu Jagiellońskiego.</w:t>
            </w:r>
          </w:p>
          <w:p w14:paraId="7D8E5B50" w14:textId="2F1F1209" w:rsidR="00782A8F" w:rsidRPr="00587215" w:rsidRDefault="003D625B" w:rsidP="007521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Skarżyńska, K.(2005). </w:t>
            </w:r>
            <w:r w:rsidR="00782A8F"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Człowiek a polityka. </w:t>
            </w:r>
            <w:r w:rsidR="0075217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Zarys psychologii </w:t>
            </w:r>
            <w:r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>politycznej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Warszawa: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2A8F"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>Scholar.</w:t>
            </w:r>
          </w:p>
          <w:p w14:paraId="595219C0" w14:textId="0513711D" w:rsidR="00DA323B" w:rsidRPr="00587215" w:rsidRDefault="003D625B" w:rsidP="007521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Wnuk-Lipiński E.(2008).</w:t>
            </w:r>
            <w:r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>Socjologia życia publicznego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Warszawa: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Wydawnictwo Scholar.</w:t>
            </w:r>
          </w:p>
        </w:tc>
      </w:tr>
      <w:tr w:rsidR="00DA323B" w:rsidRPr="00587215" w14:paraId="41031BCC" w14:textId="77777777" w:rsidTr="00D9388E">
        <w:trPr>
          <w:trHeight w:val="397"/>
        </w:trPr>
        <w:tc>
          <w:tcPr>
            <w:tcW w:w="5000" w:type="pct"/>
          </w:tcPr>
          <w:p w14:paraId="0E8FB675" w14:textId="77777777" w:rsidR="00DA323B" w:rsidRPr="00587215" w:rsidRDefault="00DA323B" w:rsidP="0058721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8721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A576751" w14:textId="1BCEAFC0" w:rsidR="00813B78" w:rsidRPr="00587215" w:rsidRDefault="003D625B" w:rsidP="007521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Grzesiak-Feldman, M.(2016). </w:t>
            </w:r>
            <w:r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>Psychologia myślenia spiskowego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Warszawa: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B604C" w:rsidRPr="00587215">
              <w:rPr>
                <w:rFonts w:ascii="Corbel" w:hAnsi="Corbel"/>
                <w:b w:val="0"/>
                <w:smallCaps w:val="0"/>
                <w:szCs w:val="24"/>
              </w:rPr>
              <w:t>Wydawnictwa Un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iwersytetu Warszawskiego</w:t>
            </w:r>
            <w:r w:rsidR="008B604C"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6236CD6" w14:textId="6EEA121E" w:rsidR="00836A4B" w:rsidRPr="00587215" w:rsidRDefault="003D625B" w:rsidP="007521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Skarżyńska, K., Jakubowska, U., Wasilewski J. (red.)(2007). </w:t>
            </w:r>
            <w:r w:rsidR="00450F00"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>Konflikty międzygrupowe. Przejawy, źródła, metody rozwiązywania</w:t>
            </w:r>
            <w:r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="0058721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Warszawa:</w:t>
            </w:r>
            <w:r w:rsidR="005872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Wydawnictwo SWPS Academica</w:t>
            </w:r>
            <w:r w:rsidR="00450F00"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3227C" w14:textId="4020EA6B" w:rsidR="00836A4B" w:rsidRPr="00587215" w:rsidRDefault="00836A4B" w:rsidP="007521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Kossowska</w:t>
            </w:r>
            <w:r w:rsidR="003D625B"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, M., Szumowska, E., Szwed, P. (2018). </w:t>
            </w:r>
            <w:r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>Tolerancja w cz</w:t>
            </w:r>
            <w:r w:rsidR="003D625B"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>asach niepewności</w:t>
            </w:r>
            <w:r w:rsidR="003D625B"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D625B" w:rsidRPr="00587215">
              <w:rPr>
                <w:rFonts w:ascii="Corbel" w:hAnsi="Corbel"/>
                <w:b w:val="0"/>
                <w:smallCaps w:val="0"/>
                <w:szCs w:val="24"/>
              </w:rPr>
              <w:t>Sopot: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D625B" w:rsidRPr="00587215">
              <w:rPr>
                <w:rFonts w:ascii="Corbel" w:hAnsi="Corbel"/>
                <w:b w:val="0"/>
                <w:smallCaps w:val="0"/>
                <w:szCs w:val="24"/>
              </w:rPr>
              <w:t>Smak Słowa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1ED998" w14:textId="2006CE31" w:rsidR="001F6E49" w:rsidRPr="00587215" w:rsidRDefault="003D625B" w:rsidP="007521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Potulski J.(2008). </w:t>
            </w:r>
            <w:r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>Socjologia polityki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Gdańsk: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F6E49" w:rsidRPr="00587215">
              <w:rPr>
                <w:rFonts w:ascii="Corbel" w:hAnsi="Corbel"/>
                <w:b w:val="0"/>
                <w:smallCaps w:val="0"/>
                <w:szCs w:val="24"/>
              </w:rPr>
              <w:t>Wyda</w:t>
            </w: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wnictwo Uniwersytetu Gdańskiego</w:t>
            </w:r>
            <w:r w:rsidR="001F6E49"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8E814C" w14:textId="412D2C8E" w:rsidR="00DA323B" w:rsidRPr="00587215" w:rsidRDefault="0086437D" w:rsidP="007521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215">
              <w:rPr>
                <w:rFonts w:ascii="Corbel" w:hAnsi="Corbel"/>
                <w:b w:val="0"/>
                <w:smallCaps w:val="0"/>
                <w:szCs w:val="24"/>
              </w:rPr>
              <w:t>Westen, D.</w:t>
            </w:r>
            <w:r w:rsidR="003D625B" w:rsidRPr="00587215">
              <w:rPr>
                <w:rFonts w:ascii="Corbel" w:hAnsi="Corbel"/>
                <w:b w:val="0"/>
                <w:smallCaps w:val="0"/>
                <w:szCs w:val="24"/>
              </w:rPr>
              <w:t xml:space="preserve">(2014). </w:t>
            </w:r>
            <w:r w:rsidR="003D625B" w:rsidRPr="00587215">
              <w:rPr>
                <w:rFonts w:ascii="Corbel" w:hAnsi="Corbel"/>
                <w:b w:val="0"/>
                <w:i/>
                <w:smallCaps w:val="0"/>
                <w:szCs w:val="24"/>
              </w:rPr>
              <w:t>Mózg polityczny</w:t>
            </w:r>
            <w:r w:rsidR="003D625B"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521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D625B" w:rsidRPr="00587215">
              <w:rPr>
                <w:rFonts w:ascii="Corbel" w:hAnsi="Corbel"/>
                <w:b w:val="0"/>
                <w:smallCaps w:val="0"/>
                <w:szCs w:val="24"/>
              </w:rPr>
              <w:t>Poznań:Zysk i S-ka</w:t>
            </w:r>
            <w:r w:rsidR="000D5D60" w:rsidRPr="005872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F4E3D1F" w14:textId="77777777" w:rsidR="0085747A" w:rsidRPr="00587215" w:rsidRDefault="0085747A" w:rsidP="003D62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BAA32" w14:textId="77777777" w:rsidR="0085747A" w:rsidRPr="0058721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0D3B7E" w14:textId="77777777" w:rsidR="0085747A" w:rsidRPr="0058721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872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87215" w:rsidSect="0042021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11788" w14:textId="77777777" w:rsidR="0042021C" w:rsidRDefault="0042021C" w:rsidP="00C16ABF">
      <w:pPr>
        <w:spacing w:after="0" w:line="240" w:lineRule="auto"/>
      </w:pPr>
      <w:r>
        <w:separator/>
      </w:r>
    </w:p>
  </w:endnote>
  <w:endnote w:type="continuationSeparator" w:id="0">
    <w:p w14:paraId="7F2A2303" w14:textId="77777777" w:rsidR="0042021C" w:rsidRDefault="004202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40B40" w14:textId="77777777" w:rsidR="0042021C" w:rsidRDefault="0042021C" w:rsidP="00C16ABF">
      <w:pPr>
        <w:spacing w:after="0" w:line="240" w:lineRule="auto"/>
      </w:pPr>
      <w:r>
        <w:separator/>
      </w:r>
    </w:p>
  </w:footnote>
  <w:footnote w:type="continuationSeparator" w:id="0">
    <w:p w14:paraId="61739037" w14:textId="77777777" w:rsidR="0042021C" w:rsidRDefault="0042021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5D521E"/>
    <w:multiLevelType w:val="hybridMultilevel"/>
    <w:tmpl w:val="0D386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00ABB"/>
    <w:multiLevelType w:val="hybridMultilevel"/>
    <w:tmpl w:val="D390B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15650">
    <w:abstractNumId w:val="0"/>
  </w:num>
  <w:num w:numId="2" w16cid:durableId="1187404151">
    <w:abstractNumId w:val="1"/>
  </w:num>
  <w:num w:numId="3" w16cid:durableId="93875887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08"/>
    <w:rsid w:val="00033B02"/>
    <w:rsid w:val="000341D7"/>
    <w:rsid w:val="0003460D"/>
    <w:rsid w:val="00042A51"/>
    <w:rsid w:val="00042D2E"/>
    <w:rsid w:val="00044C82"/>
    <w:rsid w:val="00045AAD"/>
    <w:rsid w:val="00070ED6"/>
    <w:rsid w:val="000742DC"/>
    <w:rsid w:val="000831AF"/>
    <w:rsid w:val="00084C12"/>
    <w:rsid w:val="00086CB8"/>
    <w:rsid w:val="00087EB8"/>
    <w:rsid w:val="00091D4A"/>
    <w:rsid w:val="0009462C"/>
    <w:rsid w:val="00094B12"/>
    <w:rsid w:val="00096C46"/>
    <w:rsid w:val="000A296F"/>
    <w:rsid w:val="000A2A28"/>
    <w:rsid w:val="000A6352"/>
    <w:rsid w:val="000A714A"/>
    <w:rsid w:val="000B0181"/>
    <w:rsid w:val="000B170A"/>
    <w:rsid w:val="000B192D"/>
    <w:rsid w:val="000B28EE"/>
    <w:rsid w:val="000B2FA8"/>
    <w:rsid w:val="000B3E37"/>
    <w:rsid w:val="000B4FCB"/>
    <w:rsid w:val="000B7042"/>
    <w:rsid w:val="000C13FF"/>
    <w:rsid w:val="000C5696"/>
    <w:rsid w:val="000D04B0"/>
    <w:rsid w:val="000D43E9"/>
    <w:rsid w:val="000D471E"/>
    <w:rsid w:val="000D5D60"/>
    <w:rsid w:val="000F13C1"/>
    <w:rsid w:val="000F1C57"/>
    <w:rsid w:val="000F5615"/>
    <w:rsid w:val="00100920"/>
    <w:rsid w:val="001043AE"/>
    <w:rsid w:val="001049AC"/>
    <w:rsid w:val="00105B0B"/>
    <w:rsid w:val="00107219"/>
    <w:rsid w:val="001132F3"/>
    <w:rsid w:val="0012408B"/>
    <w:rsid w:val="00124BFF"/>
    <w:rsid w:val="0012560E"/>
    <w:rsid w:val="00127108"/>
    <w:rsid w:val="00134B13"/>
    <w:rsid w:val="00135BC2"/>
    <w:rsid w:val="001462C5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80354"/>
    <w:rsid w:val="00184371"/>
    <w:rsid w:val="0018797B"/>
    <w:rsid w:val="00192F37"/>
    <w:rsid w:val="001A6DAC"/>
    <w:rsid w:val="001A70D2"/>
    <w:rsid w:val="001C1E23"/>
    <w:rsid w:val="001C498C"/>
    <w:rsid w:val="001D0EB3"/>
    <w:rsid w:val="001D27B6"/>
    <w:rsid w:val="001D657B"/>
    <w:rsid w:val="001D7B54"/>
    <w:rsid w:val="001E0209"/>
    <w:rsid w:val="001F2CA2"/>
    <w:rsid w:val="001F6E49"/>
    <w:rsid w:val="001F7DC8"/>
    <w:rsid w:val="0020452A"/>
    <w:rsid w:val="002144C0"/>
    <w:rsid w:val="00216238"/>
    <w:rsid w:val="0021730E"/>
    <w:rsid w:val="00222CB7"/>
    <w:rsid w:val="0022477D"/>
    <w:rsid w:val="002278A9"/>
    <w:rsid w:val="002336F9"/>
    <w:rsid w:val="0024028F"/>
    <w:rsid w:val="00240DCC"/>
    <w:rsid w:val="00244ABC"/>
    <w:rsid w:val="00255BA1"/>
    <w:rsid w:val="00265AA0"/>
    <w:rsid w:val="002713C8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64F"/>
    <w:rsid w:val="002B5EA0"/>
    <w:rsid w:val="002B6119"/>
    <w:rsid w:val="002B7C59"/>
    <w:rsid w:val="002C1F06"/>
    <w:rsid w:val="002D3375"/>
    <w:rsid w:val="002D672A"/>
    <w:rsid w:val="002D73D4"/>
    <w:rsid w:val="002E00A5"/>
    <w:rsid w:val="002F02A3"/>
    <w:rsid w:val="002F4ABE"/>
    <w:rsid w:val="003018BA"/>
    <w:rsid w:val="0030395F"/>
    <w:rsid w:val="00305C92"/>
    <w:rsid w:val="003151C5"/>
    <w:rsid w:val="00322384"/>
    <w:rsid w:val="00323F72"/>
    <w:rsid w:val="00331276"/>
    <w:rsid w:val="003343CF"/>
    <w:rsid w:val="00346FE9"/>
    <w:rsid w:val="0034759A"/>
    <w:rsid w:val="003503F6"/>
    <w:rsid w:val="00351BD0"/>
    <w:rsid w:val="003530DD"/>
    <w:rsid w:val="0035666C"/>
    <w:rsid w:val="00363F78"/>
    <w:rsid w:val="00365B34"/>
    <w:rsid w:val="00382EDE"/>
    <w:rsid w:val="003939F2"/>
    <w:rsid w:val="003A0A5B"/>
    <w:rsid w:val="003A1176"/>
    <w:rsid w:val="003A6D87"/>
    <w:rsid w:val="003B346E"/>
    <w:rsid w:val="003C0BAE"/>
    <w:rsid w:val="003D18A9"/>
    <w:rsid w:val="003D1EAD"/>
    <w:rsid w:val="003D5F45"/>
    <w:rsid w:val="003D625B"/>
    <w:rsid w:val="003D6CE2"/>
    <w:rsid w:val="003D7FC4"/>
    <w:rsid w:val="003E1941"/>
    <w:rsid w:val="003E27F9"/>
    <w:rsid w:val="003E2FE6"/>
    <w:rsid w:val="003E49D5"/>
    <w:rsid w:val="003E4D52"/>
    <w:rsid w:val="003F0E56"/>
    <w:rsid w:val="003F1AB8"/>
    <w:rsid w:val="003F38C0"/>
    <w:rsid w:val="003F64DB"/>
    <w:rsid w:val="003F71AE"/>
    <w:rsid w:val="00414E3C"/>
    <w:rsid w:val="0042021C"/>
    <w:rsid w:val="0042244A"/>
    <w:rsid w:val="0042745A"/>
    <w:rsid w:val="00431D5C"/>
    <w:rsid w:val="00433EC5"/>
    <w:rsid w:val="004362C6"/>
    <w:rsid w:val="00436919"/>
    <w:rsid w:val="00436984"/>
    <w:rsid w:val="00437FA2"/>
    <w:rsid w:val="00445970"/>
    <w:rsid w:val="00446341"/>
    <w:rsid w:val="0044747F"/>
    <w:rsid w:val="00450F00"/>
    <w:rsid w:val="004531F3"/>
    <w:rsid w:val="0045729E"/>
    <w:rsid w:val="00461EFC"/>
    <w:rsid w:val="00462947"/>
    <w:rsid w:val="004652C2"/>
    <w:rsid w:val="004706D1"/>
    <w:rsid w:val="00471326"/>
    <w:rsid w:val="004733A0"/>
    <w:rsid w:val="00475674"/>
    <w:rsid w:val="0047598D"/>
    <w:rsid w:val="004840FD"/>
    <w:rsid w:val="00490F7D"/>
    <w:rsid w:val="00491678"/>
    <w:rsid w:val="004968E2"/>
    <w:rsid w:val="004A177C"/>
    <w:rsid w:val="004A3EEA"/>
    <w:rsid w:val="004A4D1F"/>
    <w:rsid w:val="004C0E7C"/>
    <w:rsid w:val="004C2244"/>
    <w:rsid w:val="004C5EFA"/>
    <w:rsid w:val="004D0BF6"/>
    <w:rsid w:val="004D5282"/>
    <w:rsid w:val="004E4D79"/>
    <w:rsid w:val="004F01A2"/>
    <w:rsid w:val="004F1551"/>
    <w:rsid w:val="004F55A3"/>
    <w:rsid w:val="00502293"/>
    <w:rsid w:val="0050496F"/>
    <w:rsid w:val="0050664A"/>
    <w:rsid w:val="005102DF"/>
    <w:rsid w:val="00513B6F"/>
    <w:rsid w:val="0051404D"/>
    <w:rsid w:val="00515CDF"/>
    <w:rsid w:val="00517C63"/>
    <w:rsid w:val="00526C94"/>
    <w:rsid w:val="00531508"/>
    <w:rsid w:val="0053302D"/>
    <w:rsid w:val="00534BA1"/>
    <w:rsid w:val="005363C4"/>
    <w:rsid w:val="00536BDE"/>
    <w:rsid w:val="00543ACC"/>
    <w:rsid w:val="005508E6"/>
    <w:rsid w:val="00554CC8"/>
    <w:rsid w:val="0055746B"/>
    <w:rsid w:val="005655EC"/>
    <w:rsid w:val="0056696D"/>
    <w:rsid w:val="00573EF9"/>
    <w:rsid w:val="00585CD6"/>
    <w:rsid w:val="00587215"/>
    <w:rsid w:val="0059484D"/>
    <w:rsid w:val="005A0855"/>
    <w:rsid w:val="005A3196"/>
    <w:rsid w:val="005B1A64"/>
    <w:rsid w:val="005C080F"/>
    <w:rsid w:val="005C55E5"/>
    <w:rsid w:val="005C696A"/>
    <w:rsid w:val="005D0DDF"/>
    <w:rsid w:val="005E6E85"/>
    <w:rsid w:val="005F31D2"/>
    <w:rsid w:val="00604619"/>
    <w:rsid w:val="00606A26"/>
    <w:rsid w:val="0061029B"/>
    <w:rsid w:val="0061516F"/>
    <w:rsid w:val="00617230"/>
    <w:rsid w:val="00621CE1"/>
    <w:rsid w:val="00627FC9"/>
    <w:rsid w:val="006403F6"/>
    <w:rsid w:val="0064133E"/>
    <w:rsid w:val="00644121"/>
    <w:rsid w:val="00647FA8"/>
    <w:rsid w:val="00650C5F"/>
    <w:rsid w:val="00654934"/>
    <w:rsid w:val="006620D9"/>
    <w:rsid w:val="006623F6"/>
    <w:rsid w:val="006643A3"/>
    <w:rsid w:val="00671958"/>
    <w:rsid w:val="00675843"/>
    <w:rsid w:val="00676A10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2E90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52178"/>
    <w:rsid w:val="00763BF1"/>
    <w:rsid w:val="00766FD4"/>
    <w:rsid w:val="00775CB7"/>
    <w:rsid w:val="0078168C"/>
    <w:rsid w:val="00782A8F"/>
    <w:rsid w:val="007849AE"/>
    <w:rsid w:val="00787C2A"/>
    <w:rsid w:val="00790E27"/>
    <w:rsid w:val="00791330"/>
    <w:rsid w:val="007916D1"/>
    <w:rsid w:val="007A4022"/>
    <w:rsid w:val="007A5260"/>
    <w:rsid w:val="007A6E6E"/>
    <w:rsid w:val="007C25E9"/>
    <w:rsid w:val="007C3299"/>
    <w:rsid w:val="007C3BCC"/>
    <w:rsid w:val="007C4546"/>
    <w:rsid w:val="007C5B13"/>
    <w:rsid w:val="007D07D4"/>
    <w:rsid w:val="007D6E56"/>
    <w:rsid w:val="007F1652"/>
    <w:rsid w:val="007F4155"/>
    <w:rsid w:val="007F657C"/>
    <w:rsid w:val="007F7896"/>
    <w:rsid w:val="0080443C"/>
    <w:rsid w:val="008060A3"/>
    <w:rsid w:val="00813B78"/>
    <w:rsid w:val="00814302"/>
    <w:rsid w:val="0081554D"/>
    <w:rsid w:val="0081707E"/>
    <w:rsid w:val="00825878"/>
    <w:rsid w:val="00836A4B"/>
    <w:rsid w:val="008449B3"/>
    <w:rsid w:val="00852C6C"/>
    <w:rsid w:val="0085747A"/>
    <w:rsid w:val="00863227"/>
    <w:rsid w:val="0086437D"/>
    <w:rsid w:val="00871FD4"/>
    <w:rsid w:val="00875C93"/>
    <w:rsid w:val="00884922"/>
    <w:rsid w:val="00885F64"/>
    <w:rsid w:val="00886B17"/>
    <w:rsid w:val="008917F9"/>
    <w:rsid w:val="008927D9"/>
    <w:rsid w:val="00893AEF"/>
    <w:rsid w:val="008A2C3C"/>
    <w:rsid w:val="008A3538"/>
    <w:rsid w:val="008A45F7"/>
    <w:rsid w:val="008B604C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6E29"/>
    <w:rsid w:val="008F70AB"/>
    <w:rsid w:val="0090052B"/>
    <w:rsid w:val="00916188"/>
    <w:rsid w:val="00923D7D"/>
    <w:rsid w:val="00924685"/>
    <w:rsid w:val="00931506"/>
    <w:rsid w:val="009508DF"/>
    <w:rsid w:val="00950DAC"/>
    <w:rsid w:val="00954A07"/>
    <w:rsid w:val="00954D97"/>
    <w:rsid w:val="00955375"/>
    <w:rsid w:val="00960011"/>
    <w:rsid w:val="00963FD1"/>
    <w:rsid w:val="00972078"/>
    <w:rsid w:val="0098250B"/>
    <w:rsid w:val="009840F6"/>
    <w:rsid w:val="00997F14"/>
    <w:rsid w:val="009A78D9"/>
    <w:rsid w:val="009B53BB"/>
    <w:rsid w:val="009B5CC9"/>
    <w:rsid w:val="009B64F2"/>
    <w:rsid w:val="009C1331"/>
    <w:rsid w:val="009C3E31"/>
    <w:rsid w:val="009C54AE"/>
    <w:rsid w:val="009C788E"/>
    <w:rsid w:val="009D3A2C"/>
    <w:rsid w:val="009E2129"/>
    <w:rsid w:val="009E3B41"/>
    <w:rsid w:val="009F3C5C"/>
    <w:rsid w:val="009F4610"/>
    <w:rsid w:val="00A00ECC"/>
    <w:rsid w:val="00A0489D"/>
    <w:rsid w:val="00A1015F"/>
    <w:rsid w:val="00A155EE"/>
    <w:rsid w:val="00A2245B"/>
    <w:rsid w:val="00A30110"/>
    <w:rsid w:val="00A33471"/>
    <w:rsid w:val="00A35E02"/>
    <w:rsid w:val="00A36899"/>
    <w:rsid w:val="00A371F6"/>
    <w:rsid w:val="00A43BF6"/>
    <w:rsid w:val="00A53FA5"/>
    <w:rsid w:val="00A54817"/>
    <w:rsid w:val="00A601C8"/>
    <w:rsid w:val="00A60799"/>
    <w:rsid w:val="00A84C85"/>
    <w:rsid w:val="00A91194"/>
    <w:rsid w:val="00A97DE1"/>
    <w:rsid w:val="00AA35EA"/>
    <w:rsid w:val="00AB053C"/>
    <w:rsid w:val="00AB536E"/>
    <w:rsid w:val="00AD1146"/>
    <w:rsid w:val="00AD27D3"/>
    <w:rsid w:val="00AD66D6"/>
    <w:rsid w:val="00AE1160"/>
    <w:rsid w:val="00AE203C"/>
    <w:rsid w:val="00AE2E74"/>
    <w:rsid w:val="00AE4EB5"/>
    <w:rsid w:val="00AE5FCB"/>
    <w:rsid w:val="00AF2C1E"/>
    <w:rsid w:val="00AF49D0"/>
    <w:rsid w:val="00AF5ECF"/>
    <w:rsid w:val="00AF6625"/>
    <w:rsid w:val="00B02EC6"/>
    <w:rsid w:val="00B04845"/>
    <w:rsid w:val="00B0496C"/>
    <w:rsid w:val="00B06142"/>
    <w:rsid w:val="00B122A6"/>
    <w:rsid w:val="00B135B1"/>
    <w:rsid w:val="00B3130B"/>
    <w:rsid w:val="00B33B44"/>
    <w:rsid w:val="00B363F0"/>
    <w:rsid w:val="00B40ADB"/>
    <w:rsid w:val="00B43B77"/>
    <w:rsid w:val="00B43E80"/>
    <w:rsid w:val="00B5104D"/>
    <w:rsid w:val="00B56E1F"/>
    <w:rsid w:val="00B57753"/>
    <w:rsid w:val="00B607DB"/>
    <w:rsid w:val="00B619F1"/>
    <w:rsid w:val="00B63292"/>
    <w:rsid w:val="00B662D8"/>
    <w:rsid w:val="00B66529"/>
    <w:rsid w:val="00B75946"/>
    <w:rsid w:val="00B8056E"/>
    <w:rsid w:val="00B819C8"/>
    <w:rsid w:val="00B82308"/>
    <w:rsid w:val="00B874AF"/>
    <w:rsid w:val="00B90885"/>
    <w:rsid w:val="00BB08E8"/>
    <w:rsid w:val="00BB520A"/>
    <w:rsid w:val="00BD23F8"/>
    <w:rsid w:val="00BD3869"/>
    <w:rsid w:val="00BD5B2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17F1A"/>
    <w:rsid w:val="00C20E1F"/>
    <w:rsid w:val="00C21B3D"/>
    <w:rsid w:val="00C26CB7"/>
    <w:rsid w:val="00C324C1"/>
    <w:rsid w:val="00C353C1"/>
    <w:rsid w:val="00C36992"/>
    <w:rsid w:val="00C376FA"/>
    <w:rsid w:val="00C46D56"/>
    <w:rsid w:val="00C55F60"/>
    <w:rsid w:val="00C56036"/>
    <w:rsid w:val="00C61DC5"/>
    <w:rsid w:val="00C67E92"/>
    <w:rsid w:val="00C70A26"/>
    <w:rsid w:val="00C766DF"/>
    <w:rsid w:val="00C926CA"/>
    <w:rsid w:val="00C94B98"/>
    <w:rsid w:val="00C95842"/>
    <w:rsid w:val="00CA2B96"/>
    <w:rsid w:val="00CA5089"/>
    <w:rsid w:val="00CA7885"/>
    <w:rsid w:val="00CB42CB"/>
    <w:rsid w:val="00CD6897"/>
    <w:rsid w:val="00CE5BAC"/>
    <w:rsid w:val="00CF25BE"/>
    <w:rsid w:val="00CF52C0"/>
    <w:rsid w:val="00CF78ED"/>
    <w:rsid w:val="00D02B25"/>
    <w:rsid w:val="00D02EBA"/>
    <w:rsid w:val="00D043D4"/>
    <w:rsid w:val="00D05370"/>
    <w:rsid w:val="00D053CB"/>
    <w:rsid w:val="00D17C3C"/>
    <w:rsid w:val="00D26B2C"/>
    <w:rsid w:val="00D31EE0"/>
    <w:rsid w:val="00D3212A"/>
    <w:rsid w:val="00D35118"/>
    <w:rsid w:val="00D352C9"/>
    <w:rsid w:val="00D35B76"/>
    <w:rsid w:val="00D3659B"/>
    <w:rsid w:val="00D425B2"/>
    <w:rsid w:val="00D428D6"/>
    <w:rsid w:val="00D46A36"/>
    <w:rsid w:val="00D552B2"/>
    <w:rsid w:val="00D57188"/>
    <w:rsid w:val="00D608D1"/>
    <w:rsid w:val="00D63A3B"/>
    <w:rsid w:val="00D74119"/>
    <w:rsid w:val="00D8075B"/>
    <w:rsid w:val="00D8678B"/>
    <w:rsid w:val="00D92086"/>
    <w:rsid w:val="00D9388E"/>
    <w:rsid w:val="00DA2114"/>
    <w:rsid w:val="00DA2172"/>
    <w:rsid w:val="00DA323B"/>
    <w:rsid w:val="00DA4779"/>
    <w:rsid w:val="00DC2655"/>
    <w:rsid w:val="00DC6424"/>
    <w:rsid w:val="00DE09C0"/>
    <w:rsid w:val="00DE4A14"/>
    <w:rsid w:val="00DF31AE"/>
    <w:rsid w:val="00DF320D"/>
    <w:rsid w:val="00DF71C8"/>
    <w:rsid w:val="00E121F2"/>
    <w:rsid w:val="00E129B8"/>
    <w:rsid w:val="00E21E7D"/>
    <w:rsid w:val="00E22FBC"/>
    <w:rsid w:val="00E24BF5"/>
    <w:rsid w:val="00E24CC7"/>
    <w:rsid w:val="00E25338"/>
    <w:rsid w:val="00E31C75"/>
    <w:rsid w:val="00E51E44"/>
    <w:rsid w:val="00E55081"/>
    <w:rsid w:val="00E56D8D"/>
    <w:rsid w:val="00E63348"/>
    <w:rsid w:val="00E637B0"/>
    <w:rsid w:val="00E6569E"/>
    <w:rsid w:val="00E74605"/>
    <w:rsid w:val="00E77E88"/>
    <w:rsid w:val="00E80E50"/>
    <w:rsid w:val="00E8107D"/>
    <w:rsid w:val="00E913F6"/>
    <w:rsid w:val="00E93383"/>
    <w:rsid w:val="00E960BB"/>
    <w:rsid w:val="00EA2074"/>
    <w:rsid w:val="00EA4832"/>
    <w:rsid w:val="00EA4E9D"/>
    <w:rsid w:val="00EA5FD4"/>
    <w:rsid w:val="00EB0B5E"/>
    <w:rsid w:val="00EB1BDF"/>
    <w:rsid w:val="00EC4899"/>
    <w:rsid w:val="00ED03AB"/>
    <w:rsid w:val="00ED32D2"/>
    <w:rsid w:val="00EE1D95"/>
    <w:rsid w:val="00EE32DE"/>
    <w:rsid w:val="00EE5457"/>
    <w:rsid w:val="00EF06D7"/>
    <w:rsid w:val="00EF125C"/>
    <w:rsid w:val="00F02DD1"/>
    <w:rsid w:val="00F070AB"/>
    <w:rsid w:val="00F17567"/>
    <w:rsid w:val="00F23F2F"/>
    <w:rsid w:val="00F27A7B"/>
    <w:rsid w:val="00F34AAC"/>
    <w:rsid w:val="00F40D55"/>
    <w:rsid w:val="00F47417"/>
    <w:rsid w:val="00F50A5F"/>
    <w:rsid w:val="00F526AF"/>
    <w:rsid w:val="00F5431C"/>
    <w:rsid w:val="00F617C3"/>
    <w:rsid w:val="00F7066B"/>
    <w:rsid w:val="00F825CA"/>
    <w:rsid w:val="00F8380E"/>
    <w:rsid w:val="00F83B28"/>
    <w:rsid w:val="00F96E8F"/>
    <w:rsid w:val="00F9774A"/>
    <w:rsid w:val="00FA0896"/>
    <w:rsid w:val="00FA46E5"/>
    <w:rsid w:val="00FB7DBA"/>
    <w:rsid w:val="00FC1C25"/>
    <w:rsid w:val="00FC3F45"/>
    <w:rsid w:val="00FD503F"/>
    <w:rsid w:val="00FD7589"/>
    <w:rsid w:val="00FE492A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030CD"/>
  <w15:docId w15:val="{FDB8254F-C918-48B0-93EF-45F33523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25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25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250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5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250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8f778e2f-31d5-4ef6-a9d8-9e177e1f6bb1" xsi:nil="true"/>
    <TaxCatchAll xmlns="65decdcf-29bc-40c4-9236-08f9b6d8776d" xsi:nil="true"/>
    <CultureName xmlns="8f778e2f-31d5-4ef6-a9d8-9e177e1f6bb1" xsi:nil="true"/>
    <AppVersion xmlns="8f778e2f-31d5-4ef6-a9d8-9e177e1f6bb1" xsi:nil="true"/>
    <TeamsChannelId xmlns="8f778e2f-31d5-4ef6-a9d8-9e177e1f6bb1" xsi:nil="true"/>
    <NotebookType xmlns="8f778e2f-31d5-4ef6-a9d8-9e177e1f6bb1" xsi:nil="true"/>
    <lcf76f155ced4ddcb4097134ff3c332f xmlns="8f778e2f-31d5-4ef6-a9d8-9e177e1f6bb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19" ma:contentTypeDescription="Utwórz nowy dokument." ma:contentTypeScope="" ma:versionID="313c82e53618f4abdfbd3407939f4fd3">
  <xsd:schema xmlns:xsd="http://www.w3.org/2001/XMLSchema" xmlns:xs="http://www.w3.org/2001/XMLSchema" xmlns:p="http://schemas.microsoft.com/office/2006/metadata/properties" xmlns:ns2="8f778e2f-31d5-4ef6-a9d8-9e177e1f6bb1" xmlns:ns3="65decdcf-29bc-40c4-9236-08f9b6d8776d" targetNamespace="http://schemas.microsoft.com/office/2006/metadata/properties" ma:root="true" ma:fieldsID="c5148991827cbb580d7822dd51922911" ns2:_="" ns3:_="">
    <xsd:import namespace="8f778e2f-31d5-4ef6-a9d8-9e177e1f6bb1"/>
    <xsd:import namespace="65decdcf-29bc-40c4-9236-08f9b6d8776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ecdcf-29bc-40c4-9236-08f9b6d8776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6ebdf61-d77d-462d-9878-4efdc6c36fee}" ma:internalName="TaxCatchAll" ma:showField="CatchAllData" ma:web="65decdcf-29bc-40c4-9236-08f9b6d87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FC2618-4118-44B1-815E-9DDE469639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17FD63-9D7E-45DE-A07E-1BCB86E91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2192C4-957F-4697-B1E3-DDE25502B38B}">
  <ds:schemaRefs>
    <ds:schemaRef ds:uri="http://schemas.microsoft.com/office/2006/metadata/properties"/>
    <ds:schemaRef ds:uri="http://schemas.microsoft.com/office/infopath/2007/PartnerControls"/>
    <ds:schemaRef ds:uri="8f778e2f-31d5-4ef6-a9d8-9e177e1f6bb1"/>
    <ds:schemaRef ds:uri="65decdcf-29bc-40c4-9236-08f9b6d8776d"/>
  </ds:schemaRefs>
</ds:datastoreItem>
</file>

<file path=customXml/itemProps4.xml><?xml version="1.0" encoding="utf-8"?>
<ds:datastoreItem xmlns:ds="http://schemas.openxmlformats.org/officeDocument/2006/customXml" ds:itemID="{764D824A-7363-489B-8E34-5684D9A7A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65decdcf-29bc-40c4-9236-08f9b6d87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1110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2022-12-29T09:29:00Z</cp:lastPrinted>
  <dcterms:created xsi:type="dcterms:W3CDTF">2024-04-23T22:21:00Z</dcterms:created>
  <dcterms:modified xsi:type="dcterms:W3CDTF">2024-04-23T22:21:00Z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0x0101007FED2F61DF81FB4DA73028D7812F11C9</vt:lpwstr>
  </property>
</Properties>
</file>